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3F7" w:rsidRDefault="00E243F7" w:rsidP="00B20D8A">
      <w:pPr>
        <w:spacing w:line="340" w:lineRule="exact"/>
        <w:rPr>
          <w:rFonts w:ascii="仿宋_GB2312" w:eastAsia="仿宋_GB2312"/>
          <w:sz w:val="28"/>
          <w:szCs w:val="28"/>
        </w:rPr>
      </w:pPr>
    </w:p>
    <w:p w:rsidR="00E243F7" w:rsidRDefault="00E243F7" w:rsidP="00B20D8A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附件二：</w:t>
      </w:r>
    </w:p>
    <w:p w:rsidR="00E243F7" w:rsidRDefault="00E243F7" w:rsidP="00B20D8A">
      <w:pPr>
        <w:spacing w:line="360" w:lineRule="exact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cs="仿宋_GB2312" w:hint="eastAsia"/>
          <w:b/>
          <w:bCs/>
          <w:sz w:val="30"/>
          <w:szCs w:val="30"/>
        </w:rPr>
        <w:t>上海市“选苗育苗工程”强化培养对象登记表</w:t>
      </w:r>
    </w:p>
    <w:p w:rsidR="00E243F7" w:rsidRPr="000F441E" w:rsidRDefault="00E243F7" w:rsidP="00B20D8A">
      <w:pPr>
        <w:spacing w:line="360" w:lineRule="exact"/>
        <w:rPr>
          <w:rFonts w:ascii="仿宋_GB2312" w:eastAsia="仿宋_GB2312"/>
          <w:b/>
          <w:bCs/>
        </w:rPr>
      </w:pPr>
      <w:r>
        <w:rPr>
          <w:rFonts w:ascii="仿宋_GB2312" w:eastAsia="仿宋_GB2312" w:cs="仿宋_GB2312" w:hint="eastAsia"/>
          <w:b/>
          <w:bCs/>
          <w:sz w:val="30"/>
          <w:szCs w:val="30"/>
        </w:rPr>
        <w:t xml:space="preserve">　</w:t>
      </w:r>
      <w:r w:rsidRPr="005610D9">
        <w:rPr>
          <w:rFonts w:ascii="仿宋_GB2312" w:eastAsia="仿宋_GB2312" w:cs="仿宋_GB2312" w:hint="eastAsia"/>
          <w:b/>
          <w:bCs/>
        </w:rPr>
        <w:t>身份证号码：</w:t>
      </w:r>
      <w:r w:rsidRPr="000F441E">
        <w:rPr>
          <w:rFonts w:ascii="仿宋_GB2312" w:eastAsia="仿宋_GB2312" w:cs="仿宋_GB2312"/>
          <w:b/>
          <w:bCs/>
        </w:rPr>
        <w:t>330124199108230048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29"/>
        <w:gridCol w:w="936"/>
        <w:gridCol w:w="651"/>
        <w:gridCol w:w="712"/>
        <w:gridCol w:w="1260"/>
        <w:gridCol w:w="1080"/>
        <w:gridCol w:w="1080"/>
        <w:gridCol w:w="1574"/>
      </w:tblGrid>
      <w:tr w:rsidR="00E243F7" w:rsidRPr="00D45843">
        <w:tc>
          <w:tcPr>
            <w:tcW w:w="1229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姓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936" w:type="dxa"/>
          </w:tcPr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帅寒丹</w:t>
            </w:r>
          </w:p>
        </w:tc>
        <w:tc>
          <w:tcPr>
            <w:tcW w:w="651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712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女</w:t>
            </w:r>
          </w:p>
        </w:tc>
        <w:tc>
          <w:tcPr>
            <w:tcW w:w="126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出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生</w:t>
            </w:r>
          </w:p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日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期</w:t>
            </w:r>
          </w:p>
        </w:tc>
        <w:tc>
          <w:tcPr>
            <w:tcW w:w="108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1991.8.23</w:t>
            </w:r>
          </w:p>
        </w:tc>
        <w:tc>
          <w:tcPr>
            <w:tcW w:w="108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574" w:type="dxa"/>
          </w:tcPr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中共党员</w:t>
            </w:r>
          </w:p>
        </w:tc>
      </w:tr>
      <w:tr w:rsidR="00E243F7" w:rsidRPr="00D45843">
        <w:tc>
          <w:tcPr>
            <w:tcW w:w="1229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籍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贯</w:t>
            </w:r>
          </w:p>
        </w:tc>
        <w:tc>
          <w:tcPr>
            <w:tcW w:w="936" w:type="dxa"/>
          </w:tcPr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杭州</w:t>
            </w:r>
          </w:p>
        </w:tc>
        <w:tc>
          <w:tcPr>
            <w:tcW w:w="651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712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汉</w:t>
            </w:r>
          </w:p>
        </w:tc>
        <w:tc>
          <w:tcPr>
            <w:tcW w:w="126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生源地</w:t>
            </w:r>
          </w:p>
        </w:tc>
        <w:tc>
          <w:tcPr>
            <w:tcW w:w="108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浙江杭州</w:t>
            </w:r>
          </w:p>
        </w:tc>
        <w:tc>
          <w:tcPr>
            <w:tcW w:w="108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入党（团）年月</w:t>
            </w:r>
          </w:p>
        </w:tc>
        <w:tc>
          <w:tcPr>
            <w:tcW w:w="1574" w:type="dxa"/>
          </w:tcPr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2010.3</w:t>
            </w:r>
          </w:p>
        </w:tc>
      </w:tr>
      <w:tr w:rsidR="00E243F7" w:rsidRPr="00D45843">
        <w:tc>
          <w:tcPr>
            <w:tcW w:w="1229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入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学</w:t>
            </w:r>
          </w:p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月</w:t>
            </w:r>
          </w:p>
        </w:tc>
        <w:tc>
          <w:tcPr>
            <w:tcW w:w="936" w:type="dxa"/>
          </w:tcPr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2010.9</w:t>
            </w:r>
          </w:p>
        </w:tc>
        <w:tc>
          <w:tcPr>
            <w:tcW w:w="651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学制</w:t>
            </w:r>
          </w:p>
        </w:tc>
        <w:tc>
          <w:tcPr>
            <w:tcW w:w="712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攻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读</w:t>
            </w:r>
          </w:p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学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位</w:t>
            </w:r>
          </w:p>
        </w:tc>
        <w:tc>
          <w:tcPr>
            <w:tcW w:w="108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学士</w:t>
            </w:r>
          </w:p>
        </w:tc>
        <w:tc>
          <w:tcPr>
            <w:tcW w:w="108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所学专业</w:t>
            </w:r>
          </w:p>
        </w:tc>
        <w:tc>
          <w:tcPr>
            <w:tcW w:w="1574" w:type="dxa"/>
          </w:tcPr>
          <w:p w:rsidR="00E243F7" w:rsidRDefault="00E243F7" w:rsidP="001D097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行政管理</w:t>
            </w:r>
          </w:p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ascii="宋体" w:hAnsi="宋体" w:cs="宋体" w:hint="eastAsia"/>
                <w:sz w:val="24"/>
                <w:szCs w:val="24"/>
              </w:rPr>
              <w:t>政府管理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</w:tr>
      <w:tr w:rsidR="00E243F7" w:rsidRPr="00D45843">
        <w:trPr>
          <w:trHeight w:val="896"/>
        </w:trPr>
        <w:tc>
          <w:tcPr>
            <w:tcW w:w="1229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家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庭</w:t>
            </w:r>
          </w:p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地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址</w:t>
            </w:r>
          </w:p>
        </w:tc>
        <w:tc>
          <w:tcPr>
            <w:tcW w:w="2299" w:type="dxa"/>
            <w:gridSpan w:val="3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浙江省临安市锦城镇吴越街</w:t>
            </w:r>
            <w:r>
              <w:rPr>
                <w:rFonts w:ascii="宋体" w:hAnsi="宋体" w:cs="宋体"/>
                <w:sz w:val="24"/>
                <w:szCs w:val="24"/>
              </w:rPr>
              <w:t>419</w:t>
            </w:r>
            <w:r>
              <w:rPr>
                <w:rFonts w:ascii="宋体" w:hAnsi="宋体" w:cs="宋体" w:hint="eastAsia"/>
                <w:sz w:val="24"/>
                <w:szCs w:val="24"/>
              </w:rPr>
              <w:t>号</w:t>
            </w:r>
          </w:p>
        </w:tc>
        <w:tc>
          <w:tcPr>
            <w:tcW w:w="126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家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庭</w:t>
            </w:r>
          </w:p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邮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编</w:t>
            </w:r>
          </w:p>
        </w:tc>
        <w:tc>
          <w:tcPr>
            <w:tcW w:w="108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311300</w:t>
            </w:r>
          </w:p>
        </w:tc>
        <w:tc>
          <w:tcPr>
            <w:tcW w:w="1080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联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系</w:t>
            </w:r>
          </w:p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电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话</w:t>
            </w:r>
          </w:p>
        </w:tc>
        <w:tc>
          <w:tcPr>
            <w:tcW w:w="1574" w:type="dxa"/>
          </w:tcPr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18801750341</w:t>
            </w:r>
          </w:p>
        </w:tc>
      </w:tr>
      <w:tr w:rsidR="00E243F7" w:rsidRPr="00D45843">
        <w:trPr>
          <w:trHeight w:val="1667"/>
        </w:trPr>
        <w:tc>
          <w:tcPr>
            <w:tcW w:w="1229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E243F7" w:rsidRPr="00D45843" w:rsidRDefault="00E243F7" w:rsidP="001D0978">
            <w:pPr>
              <w:jc w:val="center"/>
              <w:rPr>
                <w:rFonts w:ascii="宋体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简历</w:t>
            </w:r>
          </w:p>
        </w:tc>
        <w:tc>
          <w:tcPr>
            <w:tcW w:w="7293" w:type="dxa"/>
            <w:gridSpan w:val="7"/>
          </w:tcPr>
          <w:p w:rsidR="00E243F7" w:rsidRDefault="00E243F7" w:rsidP="00E243F7">
            <w:pPr>
              <w:ind w:firstLineChars="50" w:firstLine="31680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2007.9—2008.6 </w:t>
            </w:r>
            <w:r>
              <w:rPr>
                <w:rFonts w:ascii="宋体" w:hAnsi="宋体" w:cs="宋体" w:hint="eastAsia"/>
              </w:rPr>
              <w:t>班长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校学生会副主席</w:t>
            </w:r>
            <w:r>
              <w:rPr>
                <w:rFonts w:ascii="宋体" w:hAnsi="宋体" w:cs="宋体"/>
              </w:rPr>
              <w:t xml:space="preserve"> </w:t>
            </w:r>
          </w:p>
          <w:p w:rsidR="00E243F7" w:rsidRDefault="00E243F7" w:rsidP="001D0978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2008.9—2009.6 </w:t>
            </w:r>
            <w:r>
              <w:rPr>
                <w:rFonts w:ascii="宋体" w:hAnsi="宋体" w:cs="宋体" w:hint="eastAsia"/>
              </w:rPr>
              <w:t>校学生会主席</w:t>
            </w:r>
          </w:p>
          <w:p w:rsidR="00E243F7" w:rsidRDefault="00E243F7" w:rsidP="00B20D8A">
            <w:pPr>
              <w:rPr>
                <w:rFonts w:ascii="宋体"/>
              </w:rPr>
            </w:pPr>
            <w:r w:rsidRPr="00BA28EC"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</w:rPr>
              <w:t xml:space="preserve">2010.9—2011.6 </w:t>
            </w:r>
            <w:r>
              <w:rPr>
                <w:rFonts w:ascii="宋体" w:hAnsi="宋体" w:cs="宋体" w:hint="eastAsia"/>
              </w:rPr>
              <w:t>公管学院党建中心宣传部部长、读书会政委、班级党建助理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临时班长</w:t>
            </w:r>
          </w:p>
          <w:p w:rsidR="00E243F7" w:rsidRPr="004F698B" w:rsidRDefault="00E243F7" w:rsidP="001D0978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>2011.9</w:t>
            </w:r>
            <w:r>
              <w:rPr>
                <w:rFonts w:ascii="宋体" w:hAnsi="宋体" w:cs="宋体" w:hint="eastAsia"/>
              </w:rPr>
              <w:t>至今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公管学院</w:t>
            </w:r>
            <w:r>
              <w:rPr>
                <w:rFonts w:ascii="宋体" w:hAnsi="宋体" w:cs="宋体"/>
              </w:rPr>
              <w:t>1049</w:t>
            </w:r>
            <w:r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/>
              </w:rPr>
              <w:t>1051</w:t>
            </w:r>
            <w:r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/>
              </w:rPr>
              <w:t>1052</w:t>
            </w:r>
            <w:r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/>
              </w:rPr>
              <w:t>1053</w:t>
            </w:r>
            <w:r>
              <w:rPr>
                <w:rFonts w:ascii="宋体" w:hAnsi="宋体" w:cs="宋体" w:hint="eastAsia"/>
              </w:rPr>
              <w:t>班党支部书记</w:t>
            </w:r>
          </w:p>
        </w:tc>
      </w:tr>
      <w:tr w:rsidR="00E243F7" w:rsidRPr="00D45843">
        <w:trPr>
          <w:trHeight w:val="2145"/>
        </w:trPr>
        <w:tc>
          <w:tcPr>
            <w:tcW w:w="1229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主要</w:t>
            </w:r>
          </w:p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表现</w:t>
            </w:r>
          </w:p>
        </w:tc>
        <w:tc>
          <w:tcPr>
            <w:tcW w:w="7293" w:type="dxa"/>
            <w:gridSpan w:val="7"/>
          </w:tcPr>
          <w:p w:rsidR="00E243F7" w:rsidRDefault="00E243F7" w:rsidP="00B20D8A">
            <w:pPr>
              <w:rPr>
                <w:rFonts w:ascii="宋体"/>
              </w:rPr>
            </w:pPr>
            <w:r w:rsidRPr="00BA28EC">
              <w:rPr>
                <w:rFonts w:ascii="宋体" w:hAnsi="宋体" w:cs="宋体"/>
              </w:rPr>
              <w:t>2010—2011</w:t>
            </w:r>
            <w:r w:rsidRPr="00BA28EC">
              <w:rPr>
                <w:rFonts w:ascii="宋体" w:hAnsi="宋体" w:cs="宋体" w:hint="eastAsia"/>
              </w:rPr>
              <w:t>年度</w:t>
            </w:r>
            <w:r w:rsidRPr="00BA28EC"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/>
              </w:rPr>
              <w:t>2011—2012</w:t>
            </w:r>
            <w:r>
              <w:rPr>
                <w:rFonts w:ascii="宋体" w:hAnsi="宋体" w:cs="宋体" w:hint="eastAsia"/>
              </w:rPr>
              <w:t>年度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两次综合二等奖学金</w:t>
            </w:r>
          </w:p>
          <w:p w:rsidR="00E243F7" w:rsidRPr="00BA28EC" w:rsidRDefault="00E243F7" w:rsidP="001D0978">
            <w:pPr>
              <w:rPr>
                <w:rFonts w:ascii="宋体"/>
              </w:rPr>
            </w:pPr>
            <w:r w:rsidRPr="00BA28EC">
              <w:rPr>
                <w:rFonts w:ascii="宋体" w:hAnsi="宋体" w:cs="宋体"/>
              </w:rPr>
              <w:t>2010</w:t>
            </w:r>
            <w:r>
              <w:rPr>
                <w:rFonts w:ascii="宋体" w:hAnsi="宋体" w:cs="宋体"/>
              </w:rPr>
              <w:t>—2011</w:t>
            </w:r>
            <w:r w:rsidRPr="00BA28EC"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>度</w:t>
            </w:r>
            <w:r w:rsidRPr="00BA28EC">
              <w:rPr>
                <w:rFonts w:ascii="宋体" w:hAnsi="宋体" w:cs="宋体"/>
              </w:rPr>
              <w:t xml:space="preserve">  </w:t>
            </w:r>
            <w:r w:rsidRPr="00BA28EC">
              <w:rPr>
                <w:rFonts w:ascii="宋体" w:hAnsi="宋体" w:cs="宋体" w:hint="eastAsia"/>
              </w:rPr>
              <w:t>校优秀党务工作者</w:t>
            </w:r>
          </w:p>
          <w:p w:rsidR="00E243F7" w:rsidRDefault="00E243F7" w:rsidP="001D0978">
            <w:pPr>
              <w:rPr>
                <w:rFonts w:ascii="宋体"/>
              </w:rPr>
            </w:pPr>
            <w:r w:rsidRPr="00BA28EC">
              <w:rPr>
                <w:rFonts w:ascii="宋体" w:hAnsi="宋体" w:cs="宋体"/>
              </w:rPr>
              <w:t>2010—2011</w:t>
            </w:r>
            <w:r w:rsidRPr="00BA28EC">
              <w:rPr>
                <w:rFonts w:ascii="宋体" w:hAnsi="宋体" w:cs="宋体" w:hint="eastAsia"/>
              </w:rPr>
              <w:t>年度</w:t>
            </w:r>
            <w:r w:rsidRPr="00BA28EC">
              <w:rPr>
                <w:rFonts w:ascii="宋体" w:hAnsi="宋体" w:cs="宋体"/>
              </w:rPr>
              <w:t xml:space="preserve"> </w:t>
            </w:r>
            <w:r w:rsidRPr="00BA28EC">
              <w:rPr>
                <w:rFonts w:ascii="宋体" w:hAnsi="宋体" w:cs="宋体" w:hint="eastAsia"/>
              </w:rPr>
              <w:t>校三好学生</w:t>
            </w:r>
          </w:p>
          <w:p w:rsidR="00E243F7" w:rsidRDefault="00E243F7" w:rsidP="001D0978">
            <w:pPr>
              <w:rPr>
                <w:rFonts w:ascii="宋体"/>
              </w:rPr>
            </w:pPr>
            <w:r w:rsidRPr="00BA28EC">
              <w:rPr>
                <w:rFonts w:ascii="宋体" w:hAnsi="宋体" w:cs="宋体"/>
              </w:rPr>
              <w:t>2011</w:t>
            </w:r>
            <w:r w:rsidRPr="00BA28EC">
              <w:rPr>
                <w:rFonts w:ascii="宋体" w:hAnsi="宋体" w:cs="宋体" w:hint="eastAsia"/>
              </w:rPr>
              <w:t>年度</w:t>
            </w:r>
            <w:r w:rsidRPr="00BA28EC">
              <w:rPr>
                <w:rFonts w:ascii="宋体" w:hAnsi="宋体" w:cs="宋体"/>
              </w:rPr>
              <w:t xml:space="preserve"> </w:t>
            </w:r>
            <w:r w:rsidRPr="00BA28EC">
              <w:rPr>
                <w:rFonts w:ascii="宋体" w:hAnsi="宋体" w:cs="宋体" w:hint="eastAsia"/>
              </w:rPr>
              <w:t>图书馆勤工俭学先进个人</w:t>
            </w:r>
          </w:p>
          <w:p w:rsidR="00E243F7" w:rsidRDefault="00E243F7" w:rsidP="001D0978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>2011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暑假参与北干山暑期社会实践活动</w:t>
            </w:r>
          </w:p>
          <w:p w:rsidR="00E243F7" w:rsidRDefault="00E243F7" w:rsidP="001D0978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>2011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参加</w:t>
            </w:r>
            <w:r w:rsidRPr="00793425">
              <w:rPr>
                <w:rFonts w:ascii="宋体" w:hAnsi="宋体" w:cs="宋体" w:hint="eastAsia"/>
              </w:rPr>
              <w:t>公管学院“走进人大”主题活动</w:t>
            </w:r>
          </w:p>
          <w:p w:rsidR="00E243F7" w:rsidRDefault="00E243F7" w:rsidP="001D0978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组织图书馆“远程资料查询”培训活动</w:t>
            </w:r>
          </w:p>
          <w:p w:rsidR="00E243F7" w:rsidRDefault="00E243F7" w:rsidP="001D0978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>2011—2012</w:t>
            </w:r>
            <w:r>
              <w:rPr>
                <w:rFonts w:ascii="宋体" w:hAnsi="宋体" w:cs="宋体" w:hint="eastAsia"/>
              </w:rPr>
              <w:t>年度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校优秀党员</w:t>
            </w:r>
          </w:p>
          <w:p w:rsidR="00E243F7" w:rsidRDefault="00E243F7" w:rsidP="001D0978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>2012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暑假在浙江省临安市人民法院实习，表现获得认可</w:t>
            </w:r>
          </w:p>
          <w:p w:rsidR="00E243F7" w:rsidRPr="000B38A5" w:rsidRDefault="00E243F7" w:rsidP="001D0978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>2013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>4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>—5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组织、策划关于大学生党员标准的调研活动</w:t>
            </w:r>
          </w:p>
        </w:tc>
      </w:tr>
      <w:tr w:rsidR="00E243F7" w:rsidRPr="00D45843">
        <w:trPr>
          <w:trHeight w:val="955"/>
        </w:trPr>
        <w:tc>
          <w:tcPr>
            <w:tcW w:w="1229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学生所在学院（系）党组织意见</w:t>
            </w:r>
          </w:p>
        </w:tc>
        <w:tc>
          <w:tcPr>
            <w:tcW w:w="7293" w:type="dxa"/>
            <w:gridSpan w:val="7"/>
          </w:tcPr>
          <w:p w:rsidR="00E243F7" w:rsidRPr="00B20D8A" w:rsidRDefault="00E243F7" w:rsidP="001D0978">
            <w:pPr>
              <w:rPr>
                <w:rFonts w:ascii="宋体"/>
                <w:b/>
                <w:bCs/>
              </w:rPr>
            </w:pPr>
          </w:p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/>
                <w:b/>
                <w:bCs/>
              </w:rPr>
              <w:t xml:space="preserve">                                                        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（盖章）</w:t>
            </w:r>
          </w:p>
          <w:p w:rsidR="00E243F7" w:rsidRPr="00D45843" w:rsidRDefault="00E243F7" w:rsidP="001D0978">
            <w:pPr>
              <w:rPr>
                <w:rFonts w:ascii="宋体"/>
                <w:b/>
                <w:bCs/>
              </w:rPr>
            </w:pPr>
            <w:r w:rsidRPr="00D45843">
              <w:rPr>
                <w:rFonts w:ascii="宋体" w:hAnsi="宋体" w:cs="宋体"/>
                <w:sz w:val="24"/>
                <w:szCs w:val="24"/>
              </w:rPr>
              <w:t xml:space="preserve">             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              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  <w:tr w:rsidR="00E243F7" w:rsidRPr="00D45843">
        <w:trPr>
          <w:trHeight w:val="1163"/>
        </w:trPr>
        <w:tc>
          <w:tcPr>
            <w:tcW w:w="1229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校团委、学工部（研工部）意见</w:t>
            </w:r>
          </w:p>
        </w:tc>
        <w:tc>
          <w:tcPr>
            <w:tcW w:w="7293" w:type="dxa"/>
            <w:gridSpan w:val="7"/>
          </w:tcPr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/>
                <w:sz w:val="24"/>
                <w:szCs w:val="24"/>
              </w:rPr>
              <w:t xml:space="preserve">                  </w:t>
            </w:r>
          </w:p>
          <w:p w:rsidR="00E243F7" w:rsidRPr="00D45843" w:rsidRDefault="00E243F7" w:rsidP="00E243F7">
            <w:pPr>
              <w:ind w:firstLineChars="2500" w:firstLine="31680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（盖章）</w:t>
            </w:r>
          </w:p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/>
                <w:sz w:val="24"/>
                <w:szCs w:val="24"/>
              </w:rPr>
              <w:t xml:space="preserve">                                            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  <w:tr w:rsidR="00E243F7" w:rsidRPr="00D45843">
        <w:trPr>
          <w:trHeight w:val="860"/>
        </w:trPr>
        <w:tc>
          <w:tcPr>
            <w:tcW w:w="1229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校党委组织部门意见</w:t>
            </w:r>
          </w:p>
        </w:tc>
        <w:tc>
          <w:tcPr>
            <w:tcW w:w="7293" w:type="dxa"/>
            <w:gridSpan w:val="7"/>
          </w:tcPr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</w:p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/>
                <w:sz w:val="24"/>
                <w:szCs w:val="24"/>
              </w:rPr>
              <w:t xml:space="preserve">                                                 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（盖章）</w:t>
            </w:r>
          </w:p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/>
                <w:sz w:val="24"/>
                <w:szCs w:val="24"/>
              </w:rPr>
              <w:t xml:space="preserve">                                         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D45843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D45843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  <w:tr w:rsidR="00E243F7" w:rsidRPr="00D45843">
        <w:trPr>
          <w:trHeight w:val="547"/>
        </w:trPr>
        <w:tc>
          <w:tcPr>
            <w:tcW w:w="1229" w:type="dxa"/>
            <w:vAlign w:val="center"/>
          </w:tcPr>
          <w:p w:rsidR="00E243F7" w:rsidRPr="00D45843" w:rsidRDefault="00E243F7" w:rsidP="001D0978">
            <w:pPr>
              <w:jc w:val="center"/>
              <w:rPr>
                <w:rFonts w:ascii="宋体"/>
                <w:sz w:val="24"/>
                <w:szCs w:val="24"/>
              </w:rPr>
            </w:pPr>
            <w:r w:rsidRPr="00D45843"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7293" w:type="dxa"/>
            <w:gridSpan w:val="7"/>
          </w:tcPr>
          <w:p w:rsidR="00E243F7" w:rsidRPr="00D45843" w:rsidRDefault="00E243F7" w:rsidP="001D0978">
            <w:pPr>
              <w:rPr>
                <w:rFonts w:ascii="宋体"/>
                <w:sz w:val="24"/>
                <w:szCs w:val="24"/>
              </w:rPr>
            </w:pPr>
          </w:p>
        </w:tc>
      </w:tr>
    </w:tbl>
    <w:p w:rsidR="00E243F7" w:rsidRDefault="00E243F7" w:rsidP="00B20D8A">
      <w:pPr>
        <w:spacing w:line="520" w:lineRule="exact"/>
        <w:ind w:firstLine="180"/>
        <w:rPr>
          <w:rFonts w:ascii="仿宋_GB2312" w:eastAsia="仿宋_GB2312"/>
          <w:b/>
          <w:bCs/>
        </w:rPr>
      </w:pPr>
      <w:r>
        <w:rPr>
          <w:rFonts w:ascii="仿宋_GB2312" w:eastAsia="仿宋_GB2312" w:cs="仿宋_GB2312"/>
          <w:b/>
          <w:bCs/>
        </w:rPr>
        <w:t xml:space="preserve">  </w:t>
      </w:r>
      <w:r>
        <w:rPr>
          <w:rFonts w:ascii="仿宋_GB2312" w:eastAsia="仿宋_GB2312" w:cs="仿宋_GB2312" w:hint="eastAsia"/>
          <w:b/>
          <w:bCs/>
        </w:rPr>
        <w:t>注：此表一式二份，一份留存校党委组织部，一份报市教卫党委组织干部处。</w:t>
      </w:r>
    </w:p>
    <w:p w:rsidR="00E243F7" w:rsidRDefault="00E243F7" w:rsidP="005E600B">
      <w:pPr>
        <w:rPr>
          <w:rFonts w:ascii="仿宋_GB2312" w:eastAsia="仿宋_GB2312"/>
          <w:b/>
          <w:bCs/>
          <w:sz w:val="32"/>
          <w:szCs w:val="32"/>
        </w:rPr>
        <w:sectPr w:rsidR="00E243F7" w:rsidSect="0054228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243F7" w:rsidRPr="005E600B" w:rsidRDefault="00E243F7" w:rsidP="005E600B"/>
    <w:sectPr w:rsidR="00E243F7" w:rsidRPr="005E600B" w:rsidSect="001A0DA7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3F7" w:rsidRDefault="00E243F7" w:rsidP="000B38A5">
      <w:r>
        <w:separator/>
      </w:r>
    </w:p>
  </w:endnote>
  <w:endnote w:type="continuationSeparator" w:id="0">
    <w:p w:rsidR="00E243F7" w:rsidRDefault="00E243F7" w:rsidP="000B3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3F7" w:rsidRDefault="00E243F7" w:rsidP="000B38A5">
      <w:r>
        <w:separator/>
      </w:r>
    </w:p>
  </w:footnote>
  <w:footnote w:type="continuationSeparator" w:id="0">
    <w:p w:rsidR="00E243F7" w:rsidRDefault="00E243F7" w:rsidP="000B38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06D"/>
    <w:rsid w:val="000B38A5"/>
    <w:rsid w:val="000F441E"/>
    <w:rsid w:val="001A0DA7"/>
    <w:rsid w:val="001C3C2E"/>
    <w:rsid w:val="001D0978"/>
    <w:rsid w:val="003B1D1D"/>
    <w:rsid w:val="003D37C2"/>
    <w:rsid w:val="003F6831"/>
    <w:rsid w:val="00404319"/>
    <w:rsid w:val="0043505E"/>
    <w:rsid w:val="004F698B"/>
    <w:rsid w:val="00542289"/>
    <w:rsid w:val="005610D9"/>
    <w:rsid w:val="005A07E6"/>
    <w:rsid w:val="005E600B"/>
    <w:rsid w:val="00676BC5"/>
    <w:rsid w:val="00793425"/>
    <w:rsid w:val="007D5847"/>
    <w:rsid w:val="007F2237"/>
    <w:rsid w:val="008500D3"/>
    <w:rsid w:val="009728DB"/>
    <w:rsid w:val="00B10727"/>
    <w:rsid w:val="00B20D8A"/>
    <w:rsid w:val="00B43AA9"/>
    <w:rsid w:val="00B8306D"/>
    <w:rsid w:val="00BA28EC"/>
    <w:rsid w:val="00C24EF3"/>
    <w:rsid w:val="00C266CE"/>
    <w:rsid w:val="00C26DCE"/>
    <w:rsid w:val="00C90B66"/>
    <w:rsid w:val="00D45843"/>
    <w:rsid w:val="00D835BE"/>
    <w:rsid w:val="00DF5C76"/>
    <w:rsid w:val="00E243F7"/>
    <w:rsid w:val="00EC52BC"/>
    <w:rsid w:val="00F5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06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B3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38A5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B3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38A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154</Words>
  <Characters>879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9</cp:revision>
  <dcterms:created xsi:type="dcterms:W3CDTF">2013-05-14T02:15:00Z</dcterms:created>
  <dcterms:modified xsi:type="dcterms:W3CDTF">2013-05-15T02:42:00Z</dcterms:modified>
</cp:coreProperties>
</file>