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41" w:rsidRPr="00011DF9" w:rsidRDefault="00E95141" w:rsidP="00011DF9">
      <w:pPr>
        <w:widowControl/>
        <w:spacing w:before="450" w:after="100" w:afterAutospacing="1"/>
        <w:jc w:val="center"/>
        <w:rPr>
          <w:rFonts w:ascii="宋体" w:cs="Times New Roman"/>
          <w:b/>
          <w:bCs/>
          <w:spacing w:val="15"/>
          <w:kern w:val="0"/>
          <w:sz w:val="33"/>
          <w:szCs w:val="33"/>
        </w:rPr>
      </w:pPr>
      <w:r w:rsidRPr="00011DF9">
        <w:rPr>
          <w:rFonts w:ascii="黑体" w:eastAsia="黑体" w:hAnsi="黑体" w:cs="黑体"/>
          <w:b/>
          <w:bCs/>
          <w:spacing w:val="15"/>
          <w:kern w:val="0"/>
          <w:sz w:val="41"/>
          <w:szCs w:val="41"/>
        </w:rPr>
        <w:t>2014</w:t>
      </w:r>
      <w:r w:rsidRPr="00011DF9">
        <w:rPr>
          <w:rFonts w:ascii="黑体" w:eastAsia="黑体" w:hAnsi="黑体" w:cs="黑体" w:hint="eastAsia"/>
          <w:b/>
          <w:bCs/>
          <w:spacing w:val="15"/>
          <w:kern w:val="0"/>
          <w:sz w:val="41"/>
          <w:szCs w:val="41"/>
        </w:rPr>
        <w:t>年度“上海市优秀共青团员”审批表</w:t>
      </w:r>
    </w:p>
    <w:tbl>
      <w:tblPr>
        <w:tblW w:w="81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975"/>
        <w:gridCol w:w="1745"/>
        <w:gridCol w:w="2230"/>
        <w:gridCol w:w="1316"/>
        <w:gridCol w:w="1842"/>
      </w:tblGrid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姓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名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谢芷楚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性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别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女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7431EC">
              <w:rPr>
                <w:rFonts w:ascii="宋体" w:cs="Times New Roman"/>
                <w:noProof/>
                <w:color w:val="000000"/>
                <w:spacing w:val="15"/>
                <w:kern w:val="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Url" o:spid="_x0000_i1025" type="#_x0000_t75" alt="http://zzbpy.shyouth.net/OA/Excellent/UI/UploadMemberFileNotice/20150105111554-2D1120150105_103458_%e5%89%af%e6%9c%ac.jpg" style="width:91.5pt;height:129pt;visibility:visible">
                  <v:imagedata r:id="rId6" o:title=""/>
                </v:shape>
              </w:pict>
            </w: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出生日期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1993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07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月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27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日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民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族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汉族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籍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贯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上海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政治面貌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团员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学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历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大专在读</w:t>
            </w:r>
          </w:p>
        </w:tc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学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位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无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8E1230">
        <w:trPr>
          <w:trHeight w:val="637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称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无</w:t>
            </w:r>
          </w:p>
        </w:tc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参加工作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时间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证件类型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2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证件号码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310115199307273622</w:t>
            </w: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工作单位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上海立达职业技术学院商贸与旅游学院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12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国商</w:t>
            </w: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务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上海立达职业技术学院商贸与旅游学院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12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年级国际商务专业学生</w:t>
            </w:r>
          </w:p>
        </w:tc>
      </w:tr>
      <w:tr w:rsidR="00E95141" w:rsidRPr="007431EC" w:rsidTr="008E1230">
        <w:trPr>
          <w:trHeight w:val="432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通讯地址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上海市松江区叶榭镇车亭公路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1788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号</w:t>
            </w:r>
          </w:p>
        </w:tc>
      </w:tr>
      <w:tr w:rsidR="00E95141" w:rsidRPr="007431EC" w:rsidTr="008E1230">
        <w:trPr>
          <w:trHeight w:val="426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联系电话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4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15021854793</w:t>
            </w:r>
          </w:p>
        </w:tc>
        <w:tc>
          <w:tcPr>
            <w:tcW w:w="1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邮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编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201609</w:t>
            </w: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奖惩情况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2012-2013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学年荣获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院三好学生，院二等奖奖学金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2013-2014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学年荣获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院三好学生，院二等奖奖学金</w:t>
            </w:r>
          </w:p>
        </w:tc>
      </w:tr>
      <w:tr w:rsidR="00E95141" w:rsidRPr="007431EC" w:rsidTr="008E1230">
        <w:trPr>
          <w:trHeight w:val="45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简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历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</w:tcPr>
          <w:p w:rsidR="00E95141" w:rsidRPr="00011DF9" w:rsidRDefault="00E95141" w:rsidP="00E54B67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2012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09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月至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2013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08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月期间：上海立达职业技术学院校团委组织部干事＜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br /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＞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12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国商班级宣传委员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2013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09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月至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2014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06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月期间：上海立达职业技术学院校团委组织部部长＜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br /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＞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12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国商班级宣传委员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</w:p>
        </w:tc>
      </w:tr>
      <w:tr w:rsidR="00E95141" w:rsidRPr="007431EC" w:rsidTr="008E1230">
        <w:trPr>
          <w:trHeight w:val="4196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主要事迹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</w:tcPr>
          <w:p w:rsidR="00E95141" w:rsidRPr="00011DF9" w:rsidRDefault="00E95141" w:rsidP="003C4A2C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谢芷楚同学既是商贸与旅游学院</w:t>
            </w:r>
            <w:r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国商班一名品学兼优的好学生，也是一位优秀的共青团员，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现任班级宣传委员，组织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开展了收缴团费，组织生活等团内活动。她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还认真学习，加强了本专业所需的技能，努力提高综合素质。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2012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年度至</w:t>
            </w:r>
            <w:r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>2014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年度</w:t>
            </w:r>
            <w:bookmarkStart w:id="0" w:name="_GoBack"/>
            <w:bookmarkEnd w:id="0"/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连续两年被评为院三好学生及荣获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院二等奖奖学金，并取得了计算机一级、国际商务跟单员等多个证书。她也十分的热心，多次参加了学校及上海科技馆志愿者。去年她很荣幸的担任了校团委组织部部长一职，在职期间她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组织开展了团课培训、红五月歌咏比赛、推优入党等多个大型活动，由</w:t>
            </w:r>
            <w:r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于工作的重要性，她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认真仔细的对每个活动的流程反复确认，活动的成功举办得到了老师及同学们的一致好评。</w:t>
            </w:r>
          </w:p>
        </w:tc>
      </w:tr>
      <w:tr w:rsidR="00E95141" w:rsidRPr="007431EC" w:rsidTr="008E1230">
        <w:trPr>
          <w:trHeight w:val="2625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基层团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组织意见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7118"/>
            </w:tblGrid>
            <w:tr w:rsidR="00E95141" w:rsidRPr="007431EC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</w:tcPr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     </w:t>
                  </w:r>
                </w:p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年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月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日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8E1230">
        <w:trPr>
          <w:trHeight w:val="2625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基层党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组织意见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7118"/>
            </w:tblGrid>
            <w:tr w:rsidR="00E95141" w:rsidRPr="007431EC" w:rsidTr="008E1230">
              <w:trPr>
                <w:trHeight w:val="609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</w:tcPr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     </w:t>
                  </w:r>
                </w:p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年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月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日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8E1230">
        <w:trPr>
          <w:trHeight w:val="2625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区（县）团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委，市级团工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委，局（公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司）、大专院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校、市属单位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br/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团组织意见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7118"/>
            </w:tblGrid>
            <w:tr w:rsidR="00E95141" w:rsidRPr="007431EC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</w:tcPr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     </w:t>
                  </w:r>
                </w:p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年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月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日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9E1C58">
        <w:trPr>
          <w:trHeight w:val="2466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团市委意见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7118"/>
            </w:tblGrid>
            <w:tr w:rsidR="00E95141" w:rsidRPr="007431EC" w:rsidTr="009E1C58">
              <w:trPr>
                <w:trHeight w:val="1659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</w:tcPr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     </w:t>
                  </w:r>
                </w:p>
                <w:p w:rsidR="00E95141" w:rsidRPr="00011DF9" w:rsidRDefault="00E95141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年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月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日</w:t>
                  </w:r>
                  <w:r w:rsidRPr="00011DF9">
                    <w:rPr>
                      <w:rFonts w:ascii="宋体" w:cs="Times New Roman"/>
                      <w:color w:val="000000"/>
                      <w:spacing w:val="15"/>
                      <w:kern w:val="0"/>
                      <w:sz w:val="24"/>
                      <w:szCs w:val="24"/>
                    </w:rPr>
                    <w:t>    </w:t>
                  </w:r>
                  <w:r w:rsidRPr="00011DF9">
                    <w:rPr>
                      <w:rFonts w:ascii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95141" w:rsidRPr="007431EC" w:rsidTr="009E1C58">
        <w:trPr>
          <w:trHeight w:val="1860"/>
          <w:jc w:val="center"/>
        </w:trPr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95141" w:rsidRPr="00011DF9" w:rsidRDefault="00E95141" w:rsidP="00011DF9">
            <w:pPr>
              <w:widowControl/>
              <w:jc w:val="center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备</w:t>
            </w:r>
            <w:r w:rsidRPr="00011DF9"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  <w:t>    </w:t>
            </w:r>
            <w:r w:rsidRPr="00011DF9">
              <w:rPr>
                <w:rFonts w:ascii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注</w:t>
            </w:r>
            <w:r w:rsidRPr="00011DF9">
              <w:rPr>
                <w:rFonts w:ascii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</w:tcPr>
          <w:p w:rsidR="00E95141" w:rsidRPr="00011DF9" w:rsidRDefault="00E95141" w:rsidP="00011DF9">
            <w:pPr>
              <w:widowControl/>
              <w:jc w:val="left"/>
              <w:rPr>
                <w:rFonts w:ascii="宋体" w:cs="Times New Roman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pacing w:val="15"/>
                <w:kern w:val="0"/>
                <w:sz w:val="24"/>
                <w:szCs w:val="24"/>
              </w:rPr>
              <w:t>无</w:t>
            </w:r>
          </w:p>
        </w:tc>
      </w:tr>
    </w:tbl>
    <w:p w:rsidR="00E95141" w:rsidRDefault="00E95141">
      <w:pPr>
        <w:rPr>
          <w:rFonts w:cs="Times New Roman"/>
        </w:rPr>
      </w:pPr>
    </w:p>
    <w:sectPr w:rsidR="00E95141" w:rsidSect="00957D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141" w:rsidRDefault="00E9514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95141" w:rsidRDefault="00E9514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141" w:rsidRDefault="00E9514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95141" w:rsidRDefault="00E9514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DF9"/>
    <w:rsid w:val="00000A5F"/>
    <w:rsid w:val="00011DF9"/>
    <w:rsid w:val="000B3424"/>
    <w:rsid w:val="003C4A2C"/>
    <w:rsid w:val="00436A24"/>
    <w:rsid w:val="007431EC"/>
    <w:rsid w:val="0085508F"/>
    <w:rsid w:val="008E1230"/>
    <w:rsid w:val="00925ED1"/>
    <w:rsid w:val="0094111C"/>
    <w:rsid w:val="00957D25"/>
    <w:rsid w:val="009E1C58"/>
    <w:rsid w:val="00B74351"/>
    <w:rsid w:val="00CE3008"/>
    <w:rsid w:val="00DF6B50"/>
    <w:rsid w:val="00E54B67"/>
    <w:rsid w:val="00E9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D2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1D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1DF9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9E1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712D9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9E1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712D9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6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6151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615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150</Words>
  <Characters>858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</dc:creator>
  <cp:keywords/>
  <dc:description/>
  <cp:lastModifiedBy>User</cp:lastModifiedBy>
  <cp:revision>10</cp:revision>
  <cp:lastPrinted>2015-01-14T04:57:00Z</cp:lastPrinted>
  <dcterms:created xsi:type="dcterms:W3CDTF">2015-01-13T04:15:00Z</dcterms:created>
  <dcterms:modified xsi:type="dcterms:W3CDTF">2015-01-14T04:58:00Z</dcterms:modified>
</cp:coreProperties>
</file>