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AA" w:rsidRDefault="00BF27AA" w:rsidP="000A6BC7">
      <w:pPr>
        <w:spacing w:line="360" w:lineRule="auto"/>
        <w:ind w:firstLineChars="200" w:firstLine="31680"/>
        <w:jc w:val="center"/>
        <w:rPr>
          <w:rFonts w:ascii="宋体"/>
          <w:b/>
          <w:sz w:val="36"/>
          <w:szCs w:val="36"/>
        </w:rPr>
      </w:pPr>
      <w:r w:rsidRPr="004D49C3">
        <w:rPr>
          <w:rFonts w:ascii="宋体" w:hAnsi="宋体" w:hint="eastAsia"/>
          <w:b/>
          <w:sz w:val="36"/>
          <w:szCs w:val="36"/>
        </w:rPr>
        <w:t>校园“</w:t>
      </w:r>
      <w:r w:rsidRPr="004D49C3">
        <w:rPr>
          <w:rFonts w:ascii="宋体" w:hAnsi="宋体"/>
          <w:b/>
          <w:sz w:val="36"/>
          <w:szCs w:val="36"/>
        </w:rPr>
        <w:t>e</w:t>
      </w:r>
      <w:r w:rsidRPr="004D49C3">
        <w:rPr>
          <w:rFonts w:ascii="宋体" w:hAnsi="宋体" w:hint="eastAsia"/>
          <w:b/>
          <w:sz w:val="36"/>
          <w:szCs w:val="36"/>
        </w:rPr>
        <w:t>修哥”</w:t>
      </w:r>
    </w:p>
    <w:p w:rsidR="00BF27AA" w:rsidRPr="000A6BC7" w:rsidRDefault="00BF27AA" w:rsidP="000A6BC7">
      <w:pPr>
        <w:spacing w:line="360" w:lineRule="auto"/>
        <w:ind w:firstLineChars="200" w:firstLine="31680"/>
        <w:jc w:val="center"/>
        <w:rPr>
          <w:rFonts w:ascii="宋体"/>
          <w:b/>
          <w:sz w:val="28"/>
          <w:szCs w:val="28"/>
        </w:rPr>
      </w:pPr>
      <w:r w:rsidRPr="000A6BC7">
        <w:rPr>
          <w:rFonts w:ascii="宋体" w:hAnsi="宋体" w:hint="eastAsia"/>
          <w:b/>
          <w:sz w:val="28"/>
          <w:szCs w:val="28"/>
        </w:rPr>
        <w:t>通讯员：刘兴</w:t>
      </w:r>
      <w:r w:rsidRPr="000A6BC7">
        <w:rPr>
          <w:rFonts w:ascii="宋体" w:hAnsi="宋体"/>
          <w:b/>
          <w:sz w:val="28"/>
          <w:szCs w:val="28"/>
        </w:rPr>
        <w:t xml:space="preserve"> </w:t>
      </w:r>
      <w:r w:rsidRPr="000A6BC7">
        <w:rPr>
          <w:rFonts w:ascii="宋体" w:hAnsi="宋体" w:hint="eastAsia"/>
          <w:b/>
          <w:sz w:val="28"/>
          <w:szCs w:val="28"/>
        </w:rPr>
        <w:t>华兴</w:t>
      </w:r>
    </w:p>
    <w:p w:rsidR="00BF27AA" w:rsidRPr="006A2A7F" w:rsidRDefault="00BF27AA" w:rsidP="000A6BC7">
      <w:pPr>
        <w:spacing w:line="360" w:lineRule="auto"/>
        <w:ind w:firstLineChars="200" w:firstLine="316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在三月“雷锋月“之后，为发扬学习雷锋助人为乐的精神，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至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日，长江师范学院校团委网络部联合计算机爱好者协会在行知大道开展</w:t>
      </w:r>
      <w:bookmarkStart w:id="0" w:name="_GoBack"/>
      <w:bookmarkEnd w:id="0"/>
      <w:r>
        <w:rPr>
          <w:rFonts w:hint="eastAsia"/>
          <w:sz w:val="28"/>
          <w:szCs w:val="28"/>
        </w:rPr>
        <w:t>以“锻炼自我，服务全校”为主题的第五届电脑义务维修活动，为全校师生无偿提供电脑维修服务。</w:t>
      </w:r>
    </w:p>
    <w:p w:rsidR="00BF27AA" w:rsidRPr="006A2A7F" w:rsidRDefault="00BF27AA" w:rsidP="000A6BC7">
      <w:pPr>
        <w:spacing w:line="360" w:lineRule="auto"/>
        <w:ind w:firstLineChars="200" w:firstLine="31680"/>
        <w:rPr>
          <w:rFonts w:ascii="宋体" w:cs="宋体"/>
          <w:kern w:val="0"/>
          <w:sz w:val="28"/>
          <w:szCs w:val="28"/>
        </w:rPr>
      </w:pPr>
      <w:r w:rsidRPr="00D45B31">
        <w:rPr>
          <w:rFonts w:hint="eastAsia"/>
          <w:sz w:val="28"/>
          <w:szCs w:val="28"/>
        </w:rPr>
        <w:t>“</w:t>
      </w:r>
      <w:r w:rsidRPr="00D45B31">
        <w:rPr>
          <w:sz w:val="28"/>
          <w:szCs w:val="28"/>
        </w:rPr>
        <w:t>e</w:t>
      </w:r>
      <w:r w:rsidRPr="00D45B31">
        <w:rPr>
          <w:rFonts w:hint="eastAsia"/>
          <w:sz w:val="28"/>
          <w:szCs w:val="28"/>
        </w:rPr>
        <w:t>”代表电脑，“</w:t>
      </w:r>
      <w:r w:rsidRPr="00D45B31">
        <w:rPr>
          <w:sz w:val="28"/>
          <w:szCs w:val="28"/>
        </w:rPr>
        <w:t>e</w:t>
      </w:r>
      <w:r w:rsidRPr="00D45B31">
        <w:rPr>
          <w:rFonts w:hint="eastAsia"/>
          <w:sz w:val="28"/>
          <w:szCs w:val="28"/>
        </w:rPr>
        <w:t>修”和“义修”谐音</w:t>
      </w:r>
      <w:r>
        <w:rPr>
          <w:rFonts w:hint="eastAsia"/>
          <w:sz w:val="28"/>
          <w:szCs w:val="28"/>
        </w:rPr>
        <w:t>，通过前期的志愿者征集</w:t>
      </w:r>
      <w:r w:rsidRPr="006A2A7F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共有</w:t>
      </w:r>
      <w:r>
        <w:rPr>
          <w:rFonts w:ascii="宋体" w:hAnsi="宋体" w:cs="宋体"/>
          <w:kern w:val="0"/>
          <w:sz w:val="28"/>
          <w:szCs w:val="28"/>
        </w:rPr>
        <w:t>20</w:t>
      </w:r>
      <w:r>
        <w:rPr>
          <w:rFonts w:ascii="宋体" w:hAnsi="宋体" w:cs="宋体" w:hint="eastAsia"/>
          <w:kern w:val="0"/>
          <w:sz w:val="28"/>
          <w:szCs w:val="28"/>
        </w:rPr>
        <w:t>名志愿者参加到校园“</w:t>
      </w:r>
      <w:r>
        <w:rPr>
          <w:rFonts w:ascii="宋体" w:hAnsi="宋体" w:cs="宋体"/>
          <w:kern w:val="0"/>
          <w:sz w:val="28"/>
          <w:szCs w:val="28"/>
        </w:rPr>
        <w:t>e</w:t>
      </w:r>
      <w:r>
        <w:rPr>
          <w:rFonts w:ascii="宋体" w:hAnsi="宋体" w:cs="宋体" w:hint="eastAsia"/>
          <w:kern w:val="0"/>
          <w:sz w:val="28"/>
          <w:szCs w:val="28"/>
        </w:rPr>
        <w:t>修哥”的队伍。</w:t>
      </w:r>
      <w:r>
        <w:rPr>
          <w:rFonts w:ascii="Tahoma" w:hAnsi="Tahoma" w:cs="Tahoma" w:hint="eastAsia"/>
          <w:color w:val="000000"/>
          <w:sz w:val="28"/>
          <w:szCs w:val="28"/>
        </w:rPr>
        <w:t>在义务维修时，志愿者们满怀热情，耐心的为前来咨询的同学提供帮助，现场分配有序，技术部门与非技术部门协同合作，为同学们解决了一个又一个的电脑难题。</w:t>
      </w:r>
      <w:r>
        <w:rPr>
          <w:rFonts w:ascii="宋体" w:hAnsi="宋体" w:cs="宋体" w:hint="eastAsia"/>
          <w:kern w:val="0"/>
          <w:sz w:val="28"/>
          <w:szCs w:val="28"/>
        </w:rPr>
        <w:t>较往年不同的是，此次维修活动把责任分配到了个人：在现场维修后留下维修人员的联系方式，以便日后同学们还能方便的随时联系到志愿者帮其解决电脑问题。</w:t>
      </w:r>
    </w:p>
    <w:p w:rsidR="00BF27AA" w:rsidRPr="006A2A7F" w:rsidRDefault="00BF27AA" w:rsidP="00EA0B95">
      <w:pPr>
        <w:spacing w:line="360" w:lineRule="auto"/>
        <w:ind w:firstLineChars="200" w:firstLine="3168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据了解，本次活动共维修电脑近</w:t>
      </w:r>
      <w:r>
        <w:rPr>
          <w:color w:val="000000"/>
          <w:sz w:val="28"/>
          <w:szCs w:val="28"/>
        </w:rPr>
        <w:t>100</w:t>
      </w:r>
      <w:r>
        <w:rPr>
          <w:rFonts w:hint="eastAsia"/>
          <w:color w:val="000000"/>
          <w:sz w:val="28"/>
          <w:szCs w:val="28"/>
        </w:rPr>
        <w:t>台，帮同学们解决了百余个电脑小问题。此类义务维修活动每学期集中开展一次，以切身实际的为师生解决计算机难题为宗旨，促进电脑基本知识的交流，充分体现全心全意为师生服务的精神。</w:t>
      </w:r>
    </w:p>
    <w:sectPr w:rsidR="00BF27AA" w:rsidRPr="006A2A7F" w:rsidSect="008F3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C4CA8"/>
    <w:multiLevelType w:val="hybridMultilevel"/>
    <w:tmpl w:val="3A56659C"/>
    <w:lvl w:ilvl="0" w:tplc="B694EF7C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D941DC0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A7F"/>
    <w:rsid w:val="000A2465"/>
    <w:rsid w:val="000A6BC7"/>
    <w:rsid w:val="0011627E"/>
    <w:rsid w:val="00131155"/>
    <w:rsid w:val="00380D4B"/>
    <w:rsid w:val="00402CF7"/>
    <w:rsid w:val="00443FF0"/>
    <w:rsid w:val="004D49C3"/>
    <w:rsid w:val="00524215"/>
    <w:rsid w:val="0055244A"/>
    <w:rsid w:val="006A2A7F"/>
    <w:rsid w:val="006A7A4A"/>
    <w:rsid w:val="006B489B"/>
    <w:rsid w:val="006B53D8"/>
    <w:rsid w:val="00700200"/>
    <w:rsid w:val="0079368F"/>
    <w:rsid w:val="008F3314"/>
    <w:rsid w:val="009B2E86"/>
    <w:rsid w:val="00AC0B49"/>
    <w:rsid w:val="00BF27AA"/>
    <w:rsid w:val="00C27EA7"/>
    <w:rsid w:val="00C73C38"/>
    <w:rsid w:val="00CD5FB5"/>
    <w:rsid w:val="00D01FD7"/>
    <w:rsid w:val="00D45B31"/>
    <w:rsid w:val="00DD5BCB"/>
    <w:rsid w:val="00E13DE9"/>
    <w:rsid w:val="00E223C7"/>
    <w:rsid w:val="00E575D5"/>
    <w:rsid w:val="00EA0B95"/>
    <w:rsid w:val="00FB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1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63</Words>
  <Characters>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10</cp:revision>
  <dcterms:created xsi:type="dcterms:W3CDTF">2014-04-19T13:24:00Z</dcterms:created>
  <dcterms:modified xsi:type="dcterms:W3CDTF">2014-04-20T14:01:00Z</dcterms:modified>
</cp:coreProperties>
</file>