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CF" w:rsidRPr="004048A0" w:rsidRDefault="001C32CF" w:rsidP="000A10BE">
      <w:pPr>
        <w:rPr>
          <w:rFonts w:ascii="仿宋" w:eastAsia="仿宋" w:hAnsi="仿宋" w:cs="Times New Roman"/>
          <w:sz w:val="28"/>
          <w:szCs w:val="28"/>
        </w:rPr>
      </w:pPr>
      <w:r w:rsidRPr="004048A0">
        <w:rPr>
          <w:rFonts w:ascii="仿宋" w:eastAsia="仿宋" w:hAnsi="仿宋" w:cs="仿宋" w:hint="eastAsia"/>
          <w:sz w:val="28"/>
          <w:szCs w:val="28"/>
        </w:rPr>
        <w:t>附件</w:t>
      </w:r>
      <w:r w:rsidRPr="004048A0">
        <w:rPr>
          <w:rFonts w:ascii="仿宋" w:eastAsia="仿宋" w:hAnsi="仿宋" w:cs="仿宋"/>
          <w:sz w:val="28"/>
          <w:szCs w:val="28"/>
        </w:rPr>
        <w:t>1</w:t>
      </w:r>
      <w:r w:rsidRPr="004048A0">
        <w:rPr>
          <w:rFonts w:ascii="仿宋" w:eastAsia="仿宋" w:hAnsi="仿宋" w:cs="仿宋" w:hint="eastAsia"/>
          <w:sz w:val="28"/>
          <w:szCs w:val="28"/>
        </w:rPr>
        <w:t>：</w:t>
      </w:r>
    </w:p>
    <w:p w:rsidR="001C32CF" w:rsidRPr="004048A0" w:rsidRDefault="001C32CF" w:rsidP="008D5BC8">
      <w:pPr>
        <w:ind w:firstLineChars="100" w:firstLine="31680"/>
        <w:rPr>
          <w:rFonts w:ascii="仿宋" w:eastAsia="仿宋" w:hAnsi="仿宋" w:cs="Times New Roman"/>
          <w:b/>
          <w:bCs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5pt;margin-top:-7.8pt;width:99pt;height:46.8pt;z-index:251658240;mso-wrap-edited:f" stroked="f">
            <v:textbox inset="0,0,0,0">
              <w:txbxContent>
                <w:p w:rsidR="001C32CF" w:rsidRDefault="001C32CF" w:rsidP="000A10BE">
                  <w:pPr>
                    <w:spacing w:line="400" w:lineRule="exact"/>
                    <w:jc w:val="center"/>
                    <w:rPr>
                      <w:rFonts w:ascii="黑体" w:eastAsia="黑体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  <w:sz w:val="28"/>
                      <w:szCs w:val="28"/>
                    </w:rPr>
                    <w:t>三</w:t>
                  </w:r>
                  <w:r>
                    <w:rPr>
                      <w:rFonts w:ascii="黑体" w:eastAsia="黑体" w:cs="黑体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eastAsia="黑体" w:cs="黑体" w:hint="eastAsia"/>
                      <w:b/>
                      <w:bCs/>
                      <w:sz w:val="28"/>
                      <w:szCs w:val="28"/>
                    </w:rPr>
                    <w:t>好</w:t>
                  </w:r>
                  <w:r>
                    <w:rPr>
                      <w:rFonts w:ascii="黑体" w:eastAsia="黑体" w:cs="黑体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eastAsia="黑体" w:cs="黑体" w:hint="eastAsia"/>
                      <w:b/>
                      <w:bCs/>
                      <w:sz w:val="28"/>
                      <w:szCs w:val="28"/>
                    </w:rPr>
                    <w:t>学</w:t>
                  </w:r>
                  <w:r>
                    <w:rPr>
                      <w:rFonts w:ascii="黑体" w:eastAsia="黑体" w:cs="黑体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eastAsia="黑体" w:cs="黑体" w:hint="eastAsia"/>
                      <w:b/>
                      <w:bCs/>
                      <w:sz w:val="28"/>
                      <w:szCs w:val="28"/>
                    </w:rPr>
                    <w:t>生</w:t>
                  </w:r>
                </w:p>
                <w:p w:rsidR="001C32CF" w:rsidRDefault="001C32CF" w:rsidP="000A10BE">
                  <w:pPr>
                    <w:spacing w:line="400" w:lineRule="exact"/>
                    <w:jc w:val="center"/>
                    <w:rPr>
                      <w:rFonts w:cs="Times New Roman"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  <w:sz w:val="28"/>
                      <w:szCs w:val="28"/>
                    </w:rPr>
                    <w:t>优秀学生干部</w:t>
                  </w:r>
                </w:p>
              </w:txbxContent>
            </v:textbox>
          </v:shape>
        </w:pic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浦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东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新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区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中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等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学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校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          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登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记</w:t>
      </w:r>
      <w:r w:rsidRPr="004048A0">
        <w:rPr>
          <w:rFonts w:ascii="仿宋" w:eastAsia="仿宋" w:hAnsi="仿宋" w:cs="仿宋"/>
          <w:b/>
          <w:bCs/>
          <w:sz w:val="36"/>
          <w:szCs w:val="36"/>
        </w:rPr>
        <w:t xml:space="preserve"> </w:t>
      </w:r>
      <w:r w:rsidRPr="004048A0">
        <w:rPr>
          <w:rFonts w:ascii="仿宋" w:eastAsia="仿宋" w:hAnsi="仿宋" w:cs="仿宋" w:hint="eastAsia"/>
          <w:b/>
          <w:bCs/>
          <w:sz w:val="36"/>
          <w:szCs w:val="36"/>
        </w:rPr>
        <w:t>表</w:t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0"/>
        <w:gridCol w:w="180"/>
        <w:gridCol w:w="1080"/>
        <w:gridCol w:w="540"/>
        <w:gridCol w:w="540"/>
        <w:gridCol w:w="1260"/>
        <w:gridCol w:w="1260"/>
        <w:gridCol w:w="540"/>
        <w:gridCol w:w="360"/>
        <w:gridCol w:w="360"/>
        <w:gridCol w:w="1080"/>
        <w:gridCol w:w="1080"/>
      </w:tblGrid>
      <w:tr w:rsidR="001C32CF" w:rsidRPr="00034065">
        <w:trPr>
          <w:trHeight w:val="452"/>
        </w:trPr>
        <w:tc>
          <w:tcPr>
            <w:tcW w:w="936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32CF" w:rsidRPr="00034065" w:rsidRDefault="001C32CF" w:rsidP="00B37098">
            <w:pPr>
              <w:jc w:val="right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2014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1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15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1C32CF" w:rsidRPr="00034065">
        <w:tc>
          <w:tcPr>
            <w:tcW w:w="4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 xml:space="preserve">　浦东新区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B37098">
            <w:pPr>
              <w:ind w:right="240"/>
              <w:jc w:val="right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上海市进才中学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right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高三年级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right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6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班</w:t>
            </w:r>
          </w:p>
        </w:tc>
      </w:tr>
      <w:tr w:rsidR="001C32CF" w:rsidRPr="00034065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马叶舟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性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1996.9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民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汉族</w:t>
            </w:r>
          </w:p>
        </w:tc>
      </w:tr>
      <w:tr w:rsidR="001C32CF" w:rsidRPr="00034065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出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生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上海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党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团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共青团员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现任职务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班长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健康状况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良好</w:t>
            </w:r>
          </w:p>
        </w:tc>
      </w:tr>
      <w:tr w:rsidR="001C32CF" w:rsidRPr="00034065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家庭地址</w:t>
            </w: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B3709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上海市奉贤区南桥镇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>311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弄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>10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号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>101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电话号码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18901628218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邮政编码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201400</w:t>
            </w:r>
          </w:p>
        </w:tc>
      </w:tr>
      <w:tr w:rsidR="001C32CF" w:rsidRPr="00034065">
        <w:trPr>
          <w:trHeight w:hRule="exact" w:val="158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1C32CF" w:rsidRPr="00034065" w:rsidRDefault="001C32CF" w:rsidP="00DF3BA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主要家庭成员</w:t>
            </w:r>
          </w:p>
        </w:tc>
        <w:tc>
          <w:tcPr>
            <w:tcW w:w="82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B37098">
            <w:pPr>
              <w:ind w:right="240"/>
              <w:rPr>
                <w:rFonts w:ascii="仿宋" w:eastAsia="仿宋" w:hAnsi="仿宋" w:cs="仿宋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父亲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周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伟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上海建豪基础有限公司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13301877998</w:t>
            </w: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0"/>
                <w:szCs w:val="20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母亲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马丹凤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上海奉贤博奥羽毛球俱乐部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13301878983</w:t>
            </w:r>
          </w:p>
        </w:tc>
      </w:tr>
      <w:tr w:rsidR="001C32CF" w:rsidRPr="00034065">
        <w:trPr>
          <w:trHeight w:hRule="exact" w:val="289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1C32CF" w:rsidRPr="00034065" w:rsidRDefault="001C32CF" w:rsidP="00DF3BA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附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奖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状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复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印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件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  <w:p w:rsidR="001C32CF" w:rsidRPr="00034065" w:rsidRDefault="001C32CF" w:rsidP="00DF3BA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获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奖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情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况</w:t>
            </w:r>
          </w:p>
        </w:tc>
        <w:tc>
          <w:tcPr>
            <w:tcW w:w="82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2011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年度进才中学三好学生荣誉称号</w:t>
            </w: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2012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年度进才中学优秀学生干部荣誉称号</w:t>
            </w: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2012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年宁波效实模拟联合国大会杰出代表奖</w:t>
            </w: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2012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年闪亮之梦模拟联合国大会荣誉提名奖</w:t>
            </w: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/>
                <w:sz w:val="24"/>
                <w:szCs w:val="24"/>
              </w:rPr>
              <w:t>2013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年北京大学模拟联合国大会最佳立场奖</w:t>
            </w: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1C32CF" w:rsidRPr="00034065" w:rsidRDefault="001C32CF" w:rsidP="00B37098">
            <w:pPr>
              <w:ind w:right="240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（具体事迹材料附后）</w:t>
            </w:r>
          </w:p>
        </w:tc>
      </w:tr>
      <w:tr w:rsidR="001C32CF" w:rsidRPr="00034065"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学校意见（章）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教育局意见（章）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团区委意见（章）</w:t>
            </w:r>
          </w:p>
        </w:tc>
      </w:tr>
      <w:tr w:rsidR="001C32CF" w:rsidRPr="00034065">
        <w:trPr>
          <w:trHeight w:val="1988"/>
        </w:trPr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1C32CF" w:rsidRPr="00034065" w:rsidRDefault="001C32CF" w:rsidP="00DF3BA1">
            <w:pPr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优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秀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团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员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  <w:p w:rsidR="001C32CF" w:rsidRPr="00034065" w:rsidRDefault="001C32CF" w:rsidP="00DF3BA1">
            <w:pPr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三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好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学</w:t>
            </w:r>
            <w:r w:rsidRPr="0003406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生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034065">
              <w:rPr>
                <w:rFonts w:ascii="仿宋" w:eastAsia="仿宋" w:hAnsi="仿宋" w:cs="仿宋" w:hint="eastAsia"/>
                <w:sz w:val="20"/>
                <w:szCs w:val="20"/>
              </w:rPr>
              <w:t xml:space="preserve">　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034065">
              <w:rPr>
                <w:rFonts w:ascii="仿宋" w:eastAsia="仿宋" w:hAnsi="仿宋" w:cs="仿宋" w:hint="eastAsia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034065">
              <w:rPr>
                <w:rFonts w:ascii="仿宋" w:eastAsia="仿宋" w:hAnsi="仿宋" w:cs="仿宋" w:hint="eastAsia"/>
                <w:sz w:val="20"/>
                <w:szCs w:val="20"/>
              </w:rPr>
              <w:t xml:space="preserve">　</w:t>
            </w:r>
          </w:p>
        </w:tc>
      </w:tr>
      <w:tr w:rsidR="001C32CF" w:rsidRPr="00034065">
        <w:trPr>
          <w:trHeight w:val="1895"/>
        </w:trPr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1C32CF" w:rsidRPr="00034065" w:rsidRDefault="001C32CF" w:rsidP="00DF3BA1">
            <w:pPr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（优秀团干部）</w:t>
            </w:r>
            <w:r w:rsidRPr="00034065">
              <w:rPr>
                <w:rFonts w:ascii="仿宋" w:eastAsia="仿宋" w:hAnsi="仿宋" w:cs="Times New Roman"/>
                <w:sz w:val="24"/>
                <w:szCs w:val="24"/>
              </w:rPr>
              <w:br/>
            </w:r>
            <w:r w:rsidRPr="00034065">
              <w:rPr>
                <w:rFonts w:ascii="仿宋" w:eastAsia="仿宋" w:hAnsi="仿宋" w:cs="仿宋" w:hint="eastAsia"/>
                <w:sz w:val="24"/>
                <w:szCs w:val="24"/>
              </w:rPr>
              <w:t>优秀学生干部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034065">
              <w:rPr>
                <w:rFonts w:ascii="仿宋" w:eastAsia="仿宋" w:hAnsi="仿宋" w:cs="仿宋" w:hint="eastAsia"/>
                <w:sz w:val="20"/>
                <w:szCs w:val="20"/>
              </w:rPr>
              <w:t xml:space="preserve">　</w:t>
            </w:r>
            <w:r>
              <w:rPr>
                <w:rFonts w:ascii="仿宋" w:eastAsia="仿宋" w:hAnsi="仿宋" w:cs="仿宋" w:hint="eastAsia"/>
                <w:sz w:val="20"/>
                <w:szCs w:val="20"/>
              </w:rPr>
              <w:t>优秀学生干部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034065">
              <w:rPr>
                <w:rFonts w:ascii="仿宋" w:eastAsia="仿宋" w:hAnsi="仿宋" w:cs="仿宋" w:hint="eastAsia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32CF" w:rsidRPr="00034065" w:rsidRDefault="001C32CF" w:rsidP="00DF3BA1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034065">
              <w:rPr>
                <w:rFonts w:ascii="仿宋" w:eastAsia="仿宋" w:hAnsi="仿宋" w:cs="仿宋" w:hint="eastAsia"/>
                <w:sz w:val="20"/>
                <w:szCs w:val="20"/>
              </w:rPr>
              <w:t xml:space="preserve">　</w:t>
            </w:r>
          </w:p>
        </w:tc>
      </w:tr>
    </w:tbl>
    <w:p w:rsidR="001C32CF" w:rsidRPr="004048A0" w:rsidRDefault="001C32CF" w:rsidP="000A10BE">
      <w:pPr>
        <w:rPr>
          <w:rFonts w:ascii="仿宋" w:eastAsia="仿宋" w:hAnsi="仿宋" w:cs="Times New Roman"/>
          <w:sz w:val="18"/>
          <w:szCs w:val="18"/>
        </w:rPr>
      </w:pPr>
      <w:r w:rsidRPr="004048A0">
        <w:rPr>
          <w:rFonts w:ascii="仿宋" w:eastAsia="仿宋" w:hAnsi="仿宋" w:cs="仿宋" w:hint="eastAsia"/>
          <w:sz w:val="18"/>
          <w:szCs w:val="18"/>
        </w:rPr>
        <w:t>注：</w:t>
      </w:r>
      <w:r w:rsidRPr="004048A0">
        <w:rPr>
          <w:rFonts w:ascii="仿宋" w:eastAsia="仿宋" w:hAnsi="仿宋" w:cs="仿宋"/>
          <w:sz w:val="18"/>
          <w:szCs w:val="18"/>
        </w:rPr>
        <w:t>1</w:t>
      </w:r>
      <w:r w:rsidRPr="004048A0">
        <w:rPr>
          <w:rFonts w:ascii="仿宋" w:eastAsia="仿宋" w:hAnsi="仿宋" w:cs="仿宋" w:hint="eastAsia"/>
          <w:sz w:val="18"/>
          <w:szCs w:val="18"/>
        </w:rPr>
        <w:t>、表格和具体事迹材料均一式三份</w:t>
      </w:r>
      <w:r w:rsidRPr="004048A0">
        <w:rPr>
          <w:rFonts w:ascii="仿宋" w:eastAsia="仿宋" w:hAnsi="仿宋" w:cs="仿宋"/>
          <w:sz w:val="18"/>
          <w:szCs w:val="18"/>
        </w:rPr>
        <w:t xml:space="preserve">                            2</w:t>
      </w:r>
      <w:r w:rsidRPr="004048A0">
        <w:rPr>
          <w:rFonts w:ascii="仿宋" w:eastAsia="仿宋" w:hAnsi="仿宋" w:cs="仿宋" w:hint="eastAsia"/>
          <w:sz w:val="18"/>
          <w:szCs w:val="18"/>
        </w:rPr>
        <w:t>、具体事迹材料直接附页</w:t>
      </w:r>
    </w:p>
    <w:p w:rsidR="001C32CF" w:rsidRDefault="001C32CF">
      <w:pPr>
        <w:widowControl/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1C32CF" w:rsidRDefault="001C32CF" w:rsidP="00C64C12">
      <w:pPr>
        <w:jc w:val="center"/>
        <w:rPr>
          <w:rFonts w:ascii="黑体" w:eastAsia="黑体" w:cs="Times New Roman"/>
          <w:b/>
          <w:bCs/>
          <w:sz w:val="32"/>
          <w:szCs w:val="32"/>
        </w:rPr>
      </w:pPr>
      <w:r>
        <w:rPr>
          <w:rFonts w:ascii="黑体" w:eastAsia="黑体" w:cs="黑体"/>
          <w:b/>
          <w:bCs/>
          <w:sz w:val="32"/>
          <w:szCs w:val="32"/>
        </w:rPr>
        <w:t>2013-2014</w:t>
      </w:r>
      <w:r>
        <w:rPr>
          <w:rFonts w:ascii="黑体" w:eastAsia="黑体" w:cs="黑体" w:hint="eastAsia"/>
          <w:b/>
          <w:bCs/>
          <w:sz w:val="32"/>
          <w:szCs w:val="32"/>
        </w:rPr>
        <w:t>学年浦东新区中等学校三好学生申报材料</w:t>
      </w:r>
    </w:p>
    <w:p w:rsidR="001C32CF" w:rsidRPr="00794854" w:rsidRDefault="001C32CF" w:rsidP="00794854">
      <w:pPr>
        <w:spacing w:line="240" w:lineRule="atLeast"/>
        <w:jc w:val="center"/>
        <w:rPr>
          <w:rFonts w:ascii="仿宋" w:eastAsia="仿宋" w:hAnsi="仿宋" w:cs="Times New Roman"/>
          <w:b/>
          <w:bCs/>
          <w:color w:val="000000"/>
          <w:sz w:val="28"/>
          <w:szCs w:val="28"/>
        </w:rPr>
      </w:pPr>
      <w:r w:rsidRPr="00794854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上海市进才中学</w:t>
      </w:r>
      <w:r>
        <w:rPr>
          <w:rFonts w:ascii="仿宋" w:eastAsia="仿宋" w:hAnsi="仿宋" w:cs="仿宋"/>
          <w:b/>
          <w:bCs/>
          <w:color w:val="000000"/>
          <w:sz w:val="28"/>
          <w:szCs w:val="28"/>
        </w:rPr>
        <w:t xml:space="preserve">    </w:t>
      </w:r>
      <w:r w:rsidRPr="00794854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高三</w:t>
      </w:r>
      <w:r w:rsidRPr="00794854">
        <w:rPr>
          <w:rFonts w:ascii="仿宋" w:eastAsia="仿宋" w:hAnsi="仿宋" w:cs="仿宋"/>
          <w:b/>
          <w:bCs/>
          <w:color w:val="000000"/>
          <w:sz w:val="28"/>
          <w:szCs w:val="28"/>
        </w:rPr>
        <w:t>6</w:t>
      </w:r>
      <w:r w:rsidRPr="00794854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班</w:t>
      </w:r>
      <w:r w:rsidRPr="00794854">
        <w:rPr>
          <w:rFonts w:ascii="仿宋" w:eastAsia="仿宋" w:hAnsi="仿宋" w:cs="仿宋"/>
          <w:b/>
          <w:bCs/>
          <w:color w:val="000000"/>
          <w:sz w:val="28"/>
          <w:szCs w:val="28"/>
        </w:rPr>
        <w:t xml:space="preserve">  </w:t>
      </w:r>
      <w:r w:rsidRPr="00794854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马叶舟</w:t>
      </w:r>
      <w:r w:rsidRPr="00794854">
        <w:rPr>
          <w:rFonts w:ascii="仿宋" w:eastAsia="仿宋" w:hAnsi="仿宋" w:cs="仿宋"/>
          <w:b/>
          <w:bCs/>
          <w:color w:val="000000"/>
          <w:sz w:val="28"/>
          <w:szCs w:val="28"/>
        </w:rPr>
        <w:t xml:space="preserve">  </w:t>
      </w:r>
    </w:p>
    <w:p w:rsidR="001C32CF" w:rsidRPr="007415F4" w:rsidRDefault="001C32CF" w:rsidP="008D5BC8">
      <w:pPr>
        <w:spacing w:line="240" w:lineRule="atLeast"/>
        <w:ind w:firstLineChars="200" w:firstLine="31680"/>
        <w:rPr>
          <w:rFonts w:ascii="宋体" w:cs="Times New Roman"/>
          <w:color w:val="000000"/>
          <w:sz w:val="28"/>
          <w:szCs w:val="28"/>
        </w:rPr>
      </w:pPr>
      <w:r w:rsidRPr="007415F4">
        <w:rPr>
          <w:rFonts w:ascii="宋体" w:hAnsi="宋体" w:cs="宋体" w:hint="eastAsia"/>
          <w:color w:val="000000"/>
          <w:sz w:val="28"/>
          <w:szCs w:val="28"/>
        </w:rPr>
        <w:t>马叶舟，进才中学高三（</w:t>
      </w:r>
      <w:r w:rsidRPr="007415F4">
        <w:rPr>
          <w:rFonts w:ascii="宋体" w:hAnsi="宋体" w:cs="宋体"/>
          <w:color w:val="000000"/>
          <w:sz w:val="28"/>
          <w:szCs w:val="28"/>
        </w:rPr>
        <w:t>6</w:t>
      </w:r>
      <w:r w:rsidRPr="007415F4">
        <w:rPr>
          <w:rFonts w:ascii="宋体" w:hAnsi="宋体" w:cs="宋体" w:hint="eastAsia"/>
          <w:color w:val="000000"/>
          <w:sz w:val="28"/>
          <w:szCs w:val="28"/>
        </w:rPr>
        <w:t>）班班长，高一时任年级自管会主席，高二时任校自管委下属社团管理部部长。学习认真，成绩优异，各学科均衡发展并名列前茅。</w:t>
      </w:r>
    </w:p>
    <w:p w:rsidR="001C32CF" w:rsidRPr="007415F4" w:rsidRDefault="001C32CF" w:rsidP="008D5BC8">
      <w:pPr>
        <w:spacing w:line="240" w:lineRule="atLeast"/>
        <w:ind w:firstLineChars="200" w:firstLine="31680"/>
        <w:rPr>
          <w:rFonts w:ascii="宋体" w:cs="Times New Roman"/>
          <w:color w:val="000000"/>
          <w:sz w:val="28"/>
          <w:szCs w:val="28"/>
        </w:rPr>
      </w:pPr>
      <w:r w:rsidRPr="007415F4">
        <w:rPr>
          <w:rFonts w:ascii="宋体" w:hAnsi="宋体" w:cs="宋体" w:hint="eastAsia"/>
          <w:color w:val="000000"/>
          <w:sz w:val="28"/>
          <w:szCs w:val="28"/>
        </w:rPr>
        <w:t>高一高二在课余积极参加社团活动，曾任进才模拟联合国协会</w:t>
      </w:r>
      <w:r w:rsidRPr="007415F4">
        <w:rPr>
          <w:rFonts w:ascii="宋体" w:hAnsi="宋体" w:cs="宋体"/>
          <w:color w:val="000000"/>
          <w:sz w:val="28"/>
          <w:szCs w:val="28"/>
        </w:rPr>
        <w:t>2013</w:t>
      </w:r>
      <w:r w:rsidRPr="007415F4">
        <w:rPr>
          <w:rFonts w:ascii="宋体" w:hAnsi="宋体" w:cs="宋体" w:hint="eastAsia"/>
          <w:color w:val="000000"/>
          <w:sz w:val="28"/>
          <w:szCs w:val="28"/>
        </w:rPr>
        <w:t>届副社长，多次代表学校外出参会，夺得英文会场杰出代表、最佳立场，中文会场荣誉提名等奖项，是公认的“优秀模联人”。</w:t>
      </w:r>
      <w:r w:rsidRPr="007415F4">
        <w:rPr>
          <w:rFonts w:ascii="宋体" w:hAnsi="宋体" w:cs="宋体"/>
          <w:color w:val="000000"/>
          <w:sz w:val="28"/>
          <w:szCs w:val="28"/>
        </w:rPr>
        <w:t>2013</w:t>
      </w:r>
      <w:r w:rsidRPr="007415F4">
        <w:rPr>
          <w:rFonts w:ascii="宋体" w:hAnsi="宋体" w:cs="宋体" w:hint="eastAsia"/>
          <w:color w:val="000000"/>
          <w:sz w:val="28"/>
          <w:szCs w:val="28"/>
        </w:rPr>
        <w:t>年参与雅典杯上海市中学生模拟联合国大会组织筹备，协议管理会务各部门，担任委员会总监兼日本内阁委员会负责人，并操办开闭幕式与会议手册制作。她工作一丝不苟，精益求精，在她与同事们的努力下，雅典杯成功邀请复旦大学、北京外国语大学、上海外国语大学附属中学等多校精英才子担任大会主席，并将大会影响范围扩大至泛长江三角洲，江苏省南通中学、常州高级中学，宁波效实中学等高校亦接受邀请来上海参会。她近乎完美的工作成果受到了学校领导与学长、同学的一致认可。</w:t>
      </w:r>
    </w:p>
    <w:p w:rsidR="001C32CF" w:rsidRPr="007415F4" w:rsidRDefault="001C32CF" w:rsidP="008D5BC8">
      <w:pPr>
        <w:spacing w:line="240" w:lineRule="atLeast"/>
        <w:ind w:firstLineChars="200" w:firstLine="31680"/>
        <w:rPr>
          <w:rFonts w:ascii="宋体" w:cs="Times New Roman"/>
          <w:color w:val="000000"/>
          <w:sz w:val="28"/>
          <w:szCs w:val="28"/>
        </w:rPr>
      </w:pPr>
      <w:r w:rsidRPr="007415F4">
        <w:rPr>
          <w:rFonts w:ascii="宋体" w:hAnsi="宋体" w:cs="宋体" w:hint="eastAsia"/>
          <w:color w:val="000000"/>
          <w:sz w:val="28"/>
          <w:szCs w:val="28"/>
        </w:rPr>
        <w:t>无疑她杰出的领导能力也奠定了她成为优秀学生干部的基础。高一时，她带领各班自管会干事例行检查，帮助年级组长监督同学日常规范，是老师的得力助手。而在东方绿舟学军活动中，她担任进才中学营长一职，更是创下了优于往届的成绩，精彩的军训文艺汇演、纪律严明的行规，使</w:t>
      </w:r>
      <w:r w:rsidRPr="007415F4">
        <w:rPr>
          <w:rFonts w:ascii="宋体" w:hAnsi="宋体" w:cs="宋体"/>
          <w:color w:val="000000"/>
          <w:sz w:val="28"/>
          <w:szCs w:val="28"/>
        </w:rPr>
        <w:t>2011</w:t>
      </w:r>
      <w:r w:rsidRPr="007415F4">
        <w:rPr>
          <w:rFonts w:ascii="宋体" w:hAnsi="宋体" w:cs="宋体" w:hint="eastAsia"/>
          <w:color w:val="000000"/>
          <w:sz w:val="28"/>
          <w:szCs w:val="28"/>
        </w:rPr>
        <w:t>届进才学生给兄弟学校留下了深刻印象。高二时校六十多个社团在她的管理下井井有条，传承着往届的优异。</w:t>
      </w:r>
    </w:p>
    <w:p w:rsidR="001C32CF" w:rsidRPr="00794854" w:rsidRDefault="001C32CF" w:rsidP="000A10BE">
      <w:pPr>
        <w:rPr>
          <w:rFonts w:ascii="仿宋" w:eastAsia="仿宋" w:hAnsi="仿宋" w:cs="Times New Roman"/>
          <w:sz w:val="28"/>
          <w:szCs w:val="28"/>
        </w:rPr>
      </w:pPr>
    </w:p>
    <w:sectPr w:rsidR="001C32CF" w:rsidRPr="00794854" w:rsidSect="000A10BE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2CF" w:rsidRDefault="001C32CF" w:rsidP="00B3709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C32CF" w:rsidRDefault="001C32CF" w:rsidP="00B3709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2CF" w:rsidRDefault="001C32CF" w:rsidP="00B3709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C32CF" w:rsidRDefault="001C32CF" w:rsidP="00B3709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0BE"/>
    <w:rsid w:val="000001CE"/>
    <w:rsid w:val="000022E7"/>
    <w:rsid w:val="00004232"/>
    <w:rsid w:val="00004BB4"/>
    <w:rsid w:val="0000619B"/>
    <w:rsid w:val="00006C95"/>
    <w:rsid w:val="00006CF0"/>
    <w:rsid w:val="00010479"/>
    <w:rsid w:val="000125CE"/>
    <w:rsid w:val="00012BD7"/>
    <w:rsid w:val="00013370"/>
    <w:rsid w:val="000137EB"/>
    <w:rsid w:val="0001539E"/>
    <w:rsid w:val="000175ED"/>
    <w:rsid w:val="00017D9E"/>
    <w:rsid w:val="00022D0A"/>
    <w:rsid w:val="000232FA"/>
    <w:rsid w:val="000244BC"/>
    <w:rsid w:val="00030000"/>
    <w:rsid w:val="00031A2D"/>
    <w:rsid w:val="00032D0D"/>
    <w:rsid w:val="000337E5"/>
    <w:rsid w:val="00034065"/>
    <w:rsid w:val="00034679"/>
    <w:rsid w:val="00040579"/>
    <w:rsid w:val="00042FBE"/>
    <w:rsid w:val="000454F3"/>
    <w:rsid w:val="000469F8"/>
    <w:rsid w:val="000476DC"/>
    <w:rsid w:val="000523FF"/>
    <w:rsid w:val="000539DB"/>
    <w:rsid w:val="00053AAC"/>
    <w:rsid w:val="00054DDF"/>
    <w:rsid w:val="00055252"/>
    <w:rsid w:val="00055286"/>
    <w:rsid w:val="00057751"/>
    <w:rsid w:val="00062210"/>
    <w:rsid w:val="00062222"/>
    <w:rsid w:val="000623CD"/>
    <w:rsid w:val="00065149"/>
    <w:rsid w:val="0006561A"/>
    <w:rsid w:val="00066DB2"/>
    <w:rsid w:val="0007001F"/>
    <w:rsid w:val="00070254"/>
    <w:rsid w:val="00071E17"/>
    <w:rsid w:val="00072ED3"/>
    <w:rsid w:val="0007345B"/>
    <w:rsid w:val="00074A9E"/>
    <w:rsid w:val="00077083"/>
    <w:rsid w:val="00077AFC"/>
    <w:rsid w:val="00077C2B"/>
    <w:rsid w:val="00077DC5"/>
    <w:rsid w:val="000806A4"/>
    <w:rsid w:val="00081E8F"/>
    <w:rsid w:val="00082690"/>
    <w:rsid w:val="00083DBA"/>
    <w:rsid w:val="0008581C"/>
    <w:rsid w:val="00085CB6"/>
    <w:rsid w:val="00091016"/>
    <w:rsid w:val="000916CF"/>
    <w:rsid w:val="00092D0C"/>
    <w:rsid w:val="000938ED"/>
    <w:rsid w:val="00093EED"/>
    <w:rsid w:val="000963C1"/>
    <w:rsid w:val="00097147"/>
    <w:rsid w:val="00097D43"/>
    <w:rsid w:val="000A109F"/>
    <w:rsid w:val="000A10BE"/>
    <w:rsid w:val="000A42F3"/>
    <w:rsid w:val="000A59FB"/>
    <w:rsid w:val="000A62F1"/>
    <w:rsid w:val="000B2C49"/>
    <w:rsid w:val="000B330A"/>
    <w:rsid w:val="000B37FC"/>
    <w:rsid w:val="000B4015"/>
    <w:rsid w:val="000B7C81"/>
    <w:rsid w:val="000C0E81"/>
    <w:rsid w:val="000C0F1D"/>
    <w:rsid w:val="000C17B5"/>
    <w:rsid w:val="000C3053"/>
    <w:rsid w:val="000C3706"/>
    <w:rsid w:val="000C45A1"/>
    <w:rsid w:val="000C5ABE"/>
    <w:rsid w:val="000C734A"/>
    <w:rsid w:val="000C79C9"/>
    <w:rsid w:val="000D0DCF"/>
    <w:rsid w:val="000D18EF"/>
    <w:rsid w:val="000D29F8"/>
    <w:rsid w:val="000D300E"/>
    <w:rsid w:val="000D3F07"/>
    <w:rsid w:val="000D4D17"/>
    <w:rsid w:val="000D6198"/>
    <w:rsid w:val="000D659C"/>
    <w:rsid w:val="000D7CF4"/>
    <w:rsid w:val="000E25BB"/>
    <w:rsid w:val="000E5511"/>
    <w:rsid w:val="000E5D4E"/>
    <w:rsid w:val="000E5FA2"/>
    <w:rsid w:val="000F09F6"/>
    <w:rsid w:val="000F25BB"/>
    <w:rsid w:val="000F4E45"/>
    <w:rsid w:val="000F67A0"/>
    <w:rsid w:val="001011EF"/>
    <w:rsid w:val="00101C65"/>
    <w:rsid w:val="001033D5"/>
    <w:rsid w:val="00103C93"/>
    <w:rsid w:val="00105E53"/>
    <w:rsid w:val="0011170D"/>
    <w:rsid w:val="001119C9"/>
    <w:rsid w:val="00111E7D"/>
    <w:rsid w:val="00111EB4"/>
    <w:rsid w:val="00112E16"/>
    <w:rsid w:val="001147CF"/>
    <w:rsid w:val="0011689F"/>
    <w:rsid w:val="00117322"/>
    <w:rsid w:val="001176FE"/>
    <w:rsid w:val="00120466"/>
    <w:rsid w:val="0012081C"/>
    <w:rsid w:val="00120DC2"/>
    <w:rsid w:val="001236E7"/>
    <w:rsid w:val="0012375E"/>
    <w:rsid w:val="0012386E"/>
    <w:rsid w:val="0012620B"/>
    <w:rsid w:val="00126F02"/>
    <w:rsid w:val="001272A3"/>
    <w:rsid w:val="001279AD"/>
    <w:rsid w:val="00131D99"/>
    <w:rsid w:val="00132C70"/>
    <w:rsid w:val="001339B0"/>
    <w:rsid w:val="00135206"/>
    <w:rsid w:val="00135A8E"/>
    <w:rsid w:val="0013658B"/>
    <w:rsid w:val="001371E6"/>
    <w:rsid w:val="00137319"/>
    <w:rsid w:val="00137FF2"/>
    <w:rsid w:val="0014158B"/>
    <w:rsid w:val="001419EE"/>
    <w:rsid w:val="001420A8"/>
    <w:rsid w:val="00143B75"/>
    <w:rsid w:val="001448A5"/>
    <w:rsid w:val="00144973"/>
    <w:rsid w:val="00144A6E"/>
    <w:rsid w:val="00144D9F"/>
    <w:rsid w:val="001477AB"/>
    <w:rsid w:val="001519DC"/>
    <w:rsid w:val="00151B2D"/>
    <w:rsid w:val="0015360C"/>
    <w:rsid w:val="00156384"/>
    <w:rsid w:val="00156759"/>
    <w:rsid w:val="00156E38"/>
    <w:rsid w:val="00160F2D"/>
    <w:rsid w:val="00161E09"/>
    <w:rsid w:val="00162D8B"/>
    <w:rsid w:val="00162DA8"/>
    <w:rsid w:val="0016409D"/>
    <w:rsid w:val="0016443F"/>
    <w:rsid w:val="00164EDC"/>
    <w:rsid w:val="001660B8"/>
    <w:rsid w:val="00171BE6"/>
    <w:rsid w:val="00173501"/>
    <w:rsid w:val="00174920"/>
    <w:rsid w:val="00174F68"/>
    <w:rsid w:val="0017549F"/>
    <w:rsid w:val="00175ED5"/>
    <w:rsid w:val="001762E6"/>
    <w:rsid w:val="001815F9"/>
    <w:rsid w:val="00181F92"/>
    <w:rsid w:val="00183014"/>
    <w:rsid w:val="00183648"/>
    <w:rsid w:val="00185D88"/>
    <w:rsid w:val="0019156E"/>
    <w:rsid w:val="001935EB"/>
    <w:rsid w:val="00197FC5"/>
    <w:rsid w:val="001A152D"/>
    <w:rsid w:val="001A2C98"/>
    <w:rsid w:val="001A6B37"/>
    <w:rsid w:val="001A6F3F"/>
    <w:rsid w:val="001A7F65"/>
    <w:rsid w:val="001A7FFD"/>
    <w:rsid w:val="001B062C"/>
    <w:rsid w:val="001B09AB"/>
    <w:rsid w:val="001B286A"/>
    <w:rsid w:val="001B31E2"/>
    <w:rsid w:val="001B3513"/>
    <w:rsid w:val="001B3637"/>
    <w:rsid w:val="001B4CF7"/>
    <w:rsid w:val="001C20F5"/>
    <w:rsid w:val="001C32CF"/>
    <w:rsid w:val="001C4998"/>
    <w:rsid w:val="001C5F9C"/>
    <w:rsid w:val="001C7532"/>
    <w:rsid w:val="001D146C"/>
    <w:rsid w:val="001D1BE6"/>
    <w:rsid w:val="001D20EA"/>
    <w:rsid w:val="001D40AE"/>
    <w:rsid w:val="001D67E5"/>
    <w:rsid w:val="001D6985"/>
    <w:rsid w:val="001D6F14"/>
    <w:rsid w:val="001D711A"/>
    <w:rsid w:val="001E07F6"/>
    <w:rsid w:val="001E1853"/>
    <w:rsid w:val="001E26AA"/>
    <w:rsid w:val="001E2C3F"/>
    <w:rsid w:val="001E438D"/>
    <w:rsid w:val="001E602A"/>
    <w:rsid w:val="001E7B0C"/>
    <w:rsid w:val="001F1F97"/>
    <w:rsid w:val="001F20CA"/>
    <w:rsid w:val="001F298B"/>
    <w:rsid w:val="001F4664"/>
    <w:rsid w:val="001F7329"/>
    <w:rsid w:val="001F7D45"/>
    <w:rsid w:val="001F7E4F"/>
    <w:rsid w:val="0020445F"/>
    <w:rsid w:val="00205014"/>
    <w:rsid w:val="00205160"/>
    <w:rsid w:val="00205EE9"/>
    <w:rsid w:val="002068BE"/>
    <w:rsid w:val="0020762B"/>
    <w:rsid w:val="0021364D"/>
    <w:rsid w:val="002172CF"/>
    <w:rsid w:val="00217FA0"/>
    <w:rsid w:val="00220285"/>
    <w:rsid w:val="00222FD6"/>
    <w:rsid w:val="002269D5"/>
    <w:rsid w:val="00231930"/>
    <w:rsid w:val="00233CF1"/>
    <w:rsid w:val="00234BFE"/>
    <w:rsid w:val="00235BF2"/>
    <w:rsid w:val="00241A6B"/>
    <w:rsid w:val="00246267"/>
    <w:rsid w:val="002470E1"/>
    <w:rsid w:val="002476BA"/>
    <w:rsid w:val="0025033C"/>
    <w:rsid w:val="00254665"/>
    <w:rsid w:val="002603F9"/>
    <w:rsid w:val="0026162D"/>
    <w:rsid w:val="0026218C"/>
    <w:rsid w:val="002626FD"/>
    <w:rsid w:val="00262D0F"/>
    <w:rsid w:val="002653DF"/>
    <w:rsid w:val="00267193"/>
    <w:rsid w:val="00274476"/>
    <w:rsid w:val="00274C68"/>
    <w:rsid w:val="00281722"/>
    <w:rsid w:val="0028190F"/>
    <w:rsid w:val="00281FF3"/>
    <w:rsid w:val="00284771"/>
    <w:rsid w:val="002853EA"/>
    <w:rsid w:val="002861E1"/>
    <w:rsid w:val="0028782C"/>
    <w:rsid w:val="002909AC"/>
    <w:rsid w:val="00290E5D"/>
    <w:rsid w:val="0029229E"/>
    <w:rsid w:val="0029252B"/>
    <w:rsid w:val="002929E6"/>
    <w:rsid w:val="00292B14"/>
    <w:rsid w:val="0029333B"/>
    <w:rsid w:val="0029438E"/>
    <w:rsid w:val="00294A9F"/>
    <w:rsid w:val="00295BFE"/>
    <w:rsid w:val="00296C89"/>
    <w:rsid w:val="002A1320"/>
    <w:rsid w:val="002A4A49"/>
    <w:rsid w:val="002A5499"/>
    <w:rsid w:val="002A573D"/>
    <w:rsid w:val="002A693A"/>
    <w:rsid w:val="002B0AD1"/>
    <w:rsid w:val="002B0C2D"/>
    <w:rsid w:val="002B1479"/>
    <w:rsid w:val="002B1F14"/>
    <w:rsid w:val="002B5B3B"/>
    <w:rsid w:val="002C0C94"/>
    <w:rsid w:val="002C2ED9"/>
    <w:rsid w:val="002C40DA"/>
    <w:rsid w:val="002C58B1"/>
    <w:rsid w:val="002C7E71"/>
    <w:rsid w:val="002D2D90"/>
    <w:rsid w:val="002D2DFB"/>
    <w:rsid w:val="002D44A6"/>
    <w:rsid w:val="002D4C27"/>
    <w:rsid w:val="002D5540"/>
    <w:rsid w:val="002D6DA6"/>
    <w:rsid w:val="002D7FEB"/>
    <w:rsid w:val="002E0B11"/>
    <w:rsid w:val="002E1161"/>
    <w:rsid w:val="002E3D12"/>
    <w:rsid w:val="002E4E1D"/>
    <w:rsid w:val="002E726E"/>
    <w:rsid w:val="002E7A02"/>
    <w:rsid w:val="002E7E61"/>
    <w:rsid w:val="002F10C7"/>
    <w:rsid w:val="002F350C"/>
    <w:rsid w:val="002F3E9B"/>
    <w:rsid w:val="002F460B"/>
    <w:rsid w:val="002F4999"/>
    <w:rsid w:val="002F5BEE"/>
    <w:rsid w:val="00301A9F"/>
    <w:rsid w:val="00301FFF"/>
    <w:rsid w:val="00302CD6"/>
    <w:rsid w:val="00302FF7"/>
    <w:rsid w:val="00303C82"/>
    <w:rsid w:val="00304239"/>
    <w:rsid w:val="003050D5"/>
    <w:rsid w:val="00305C15"/>
    <w:rsid w:val="003067CE"/>
    <w:rsid w:val="0030729B"/>
    <w:rsid w:val="00307AA3"/>
    <w:rsid w:val="00307EBF"/>
    <w:rsid w:val="0031097D"/>
    <w:rsid w:val="003159DA"/>
    <w:rsid w:val="00315F27"/>
    <w:rsid w:val="00316E8F"/>
    <w:rsid w:val="0032007A"/>
    <w:rsid w:val="00322DD2"/>
    <w:rsid w:val="00323230"/>
    <w:rsid w:val="00324330"/>
    <w:rsid w:val="0032699A"/>
    <w:rsid w:val="0032799A"/>
    <w:rsid w:val="003316AC"/>
    <w:rsid w:val="003345BC"/>
    <w:rsid w:val="00334F7C"/>
    <w:rsid w:val="003359F1"/>
    <w:rsid w:val="00335BC1"/>
    <w:rsid w:val="00336017"/>
    <w:rsid w:val="0033601C"/>
    <w:rsid w:val="00336EBE"/>
    <w:rsid w:val="0033723C"/>
    <w:rsid w:val="00337A95"/>
    <w:rsid w:val="003401C9"/>
    <w:rsid w:val="00341138"/>
    <w:rsid w:val="0034195A"/>
    <w:rsid w:val="00342C55"/>
    <w:rsid w:val="003430B1"/>
    <w:rsid w:val="003437FF"/>
    <w:rsid w:val="00343CBB"/>
    <w:rsid w:val="00343F52"/>
    <w:rsid w:val="00344859"/>
    <w:rsid w:val="003473A0"/>
    <w:rsid w:val="003508F1"/>
    <w:rsid w:val="00350D7E"/>
    <w:rsid w:val="00351660"/>
    <w:rsid w:val="00351934"/>
    <w:rsid w:val="00351F20"/>
    <w:rsid w:val="0035402C"/>
    <w:rsid w:val="0035562A"/>
    <w:rsid w:val="00356AB1"/>
    <w:rsid w:val="00357596"/>
    <w:rsid w:val="0036059E"/>
    <w:rsid w:val="00361AF6"/>
    <w:rsid w:val="00361C71"/>
    <w:rsid w:val="00361E51"/>
    <w:rsid w:val="00362176"/>
    <w:rsid w:val="003633F2"/>
    <w:rsid w:val="00363733"/>
    <w:rsid w:val="0036431C"/>
    <w:rsid w:val="00374C22"/>
    <w:rsid w:val="00375884"/>
    <w:rsid w:val="003769AB"/>
    <w:rsid w:val="003808E1"/>
    <w:rsid w:val="00386681"/>
    <w:rsid w:val="00390264"/>
    <w:rsid w:val="003908A6"/>
    <w:rsid w:val="00391286"/>
    <w:rsid w:val="003922F7"/>
    <w:rsid w:val="0039654F"/>
    <w:rsid w:val="003A0521"/>
    <w:rsid w:val="003A0C42"/>
    <w:rsid w:val="003A28D3"/>
    <w:rsid w:val="003A364A"/>
    <w:rsid w:val="003A462C"/>
    <w:rsid w:val="003A4CD8"/>
    <w:rsid w:val="003A4F19"/>
    <w:rsid w:val="003B22E2"/>
    <w:rsid w:val="003B28F4"/>
    <w:rsid w:val="003B3710"/>
    <w:rsid w:val="003B7B33"/>
    <w:rsid w:val="003C397A"/>
    <w:rsid w:val="003C39EC"/>
    <w:rsid w:val="003C4F3B"/>
    <w:rsid w:val="003C5AAB"/>
    <w:rsid w:val="003C5FD3"/>
    <w:rsid w:val="003C6E6F"/>
    <w:rsid w:val="003C6FEA"/>
    <w:rsid w:val="003D1567"/>
    <w:rsid w:val="003D1BEA"/>
    <w:rsid w:val="003D3798"/>
    <w:rsid w:val="003D37A3"/>
    <w:rsid w:val="003D4A1B"/>
    <w:rsid w:val="003D53FC"/>
    <w:rsid w:val="003D5A98"/>
    <w:rsid w:val="003D704D"/>
    <w:rsid w:val="003E1D7C"/>
    <w:rsid w:val="003E1E86"/>
    <w:rsid w:val="003E2A00"/>
    <w:rsid w:val="003E3313"/>
    <w:rsid w:val="003E4B58"/>
    <w:rsid w:val="003F2218"/>
    <w:rsid w:val="003F3422"/>
    <w:rsid w:val="003F34E6"/>
    <w:rsid w:val="003F3C0A"/>
    <w:rsid w:val="003F5F5F"/>
    <w:rsid w:val="004007E1"/>
    <w:rsid w:val="004008F4"/>
    <w:rsid w:val="004010FF"/>
    <w:rsid w:val="00401C6E"/>
    <w:rsid w:val="00402CB6"/>
    <w:rsid w:val="004048A0"/>
    <w:rsid w:val="00410242"/>
    <w:rsid w:val="004123BE"/>
    <w:rsid w:val="00414CF5"/>
    <w:rsid w:val="004165FE"/>
    <w:rsid w:val="00420E98"/>
    <w:rsid w:val="0042149E"/>
    <w:rsid w:val="00422A0B"/>
    <w:rsid w:val="004243C4"/>
    <w:rsid w:val="00424CDF"/>
    <w:rsid w:val="00426B69"/>
    <w:rsid w:val="00426FD5"/>
    <w:rsid w:val="00427AAD"/>
    <w:rsid w:val="00427CC4"/>
    <w:rsid w:val="00427E62"/>
    <w:rsid w:val="00427FC5"/>
    <w:rsid w:val="004312A7"/>
    <w:rsid w:val="00432058"/>
    <w:rsid w:val="004321F5"/>
    <w:rsid w:val="004365B5"/>
    <w:rsid w:val="00436B3B"/>
    <w:rsid w:val="0043798F"/>
    <w:rsid w:val="00441339"/>
    <w:rsid w:val="00442930"/>
    <w:rsid w:val="0044388F"/>
    <w:rsid w:val="00444089"/>
    <w:rsid w:val="004443E0"/>
    <w:rsid w:val="00444501"/>
    <w:rsid w:val="004445A3"/>
    <w:rsid w:val="00444AE4"/>
    <w:rsid w:val="00447CBC"/>
    <w:rsid w:val="00452477"/>
    <w:rsid w:val="00452C8A"/>
    <w:rsid w:val="004535AE"/>
    <w:rsid w:val="00454116"/>
    <w:rsid w:val="00456EB4"/>
    <w:rsid w:val="004653AA"/>
    <w:rsid w:val="00467E90"/>
    <w:rsid w:val="00470E1E"/>
    <w:rsid w:val="004720B5"/>
    <w:rsid w:val="00472B1C"/>
    <w:rsid w:val="004763BD"/>
    <w:rsid w:val="00477E3E"/>
    <w:rsid w:val="00480B31"/>
    <w:rsid w:val="00480FB5"/>
    <w:rsid w:val="00481D15"/>
    <w:rsid w:val="00482634"/>
    <w:rsid w:val="00482832"/>
    <w:rsid w:val="00484101"/>
    <w:rsid w:val="00484E33"/>
    <w:rsid w:val="00486F5B"/>
    <w:rsid w:val="004871F8"/>
    <w:rsid w:val="00487E51"/>
    <w:rsid w:val="00491C97"/>
    <w:rsid w:val="00493389"/>
    <w:rsid w:val="004933CE"/>
    <w:rsid w:val="00495284"/>
    <w:rsid w:val="0049661C"/>
    <w:rsid w:val="004967AE"/>
    <w:rsid w:val="004A0D91"/>
    <w:rsid w:val="004A0F24"/>
    <w:rsid w:val="004A2290"/>
    <w:rsid w:val="004A2CB6"/>
    <w:rsid w:val="004A3508"/>
    <w:rsid w:val="004A40D6"/>
    <w:rsid w:val="004A73E4"/>
    <w:rsid w:val="004A7951"/>
    <w:rsid w:val="004A79B8"/>
    <w:rsid w:val="004B0B1D"/>
    <w:rsid w:val="004B14E3"/>
    <w:rsid w:val="004B424F"/>
    <w:rsid w:val="004B4333"/>
    <w:rsid w:val="004B741D"/>
    <w:rsid w:val="004C1162"/>
    <w:rsid w:val="004C2522"/>
    <w:rsid w:val="004C2A6D"/>
    <w:rsid w:val="004C4092"/>
    <w:rsid w:val="004C4689"/>
    <w:rsid w:val="004C5232"/>
    <w:rsid w:val="004C5519"/>
    <w:rsid w:val="004D15B9"/>
    <w:rsid w:val="004D21DA"/>
    <w:rsid w:val="004D2A25"/>
    <w:rsid w:val="004D334C"/>
    <w:rsid w:val="004D6763"/>
    <w:rsid w:val="004D7F77"/>
    <w:rsid w:val="004E0029"/>
    <w:rsid w:val="004E357E"/>
    <w:rsid w:val="004E6353"/>
    <w:rsid w:val="004E6E03"/>
    <w:rsid w:val="004E7288"/>
    <w:rsid w:val="004E72A3"/>
    <w:rsid w:val="004F0635"/>
    <w:rsid w:val="004F08D6"/>
    <w:rsid w:val="004F14EE"/>
    <w:rsid w:val="004F3CB4"/>
    <w:rsid w:val="004F4ECF"/>
    <w:rsid w:val="004F645A"/>
    <w:rsid w:val="004F6463"/>
    <w:rsid w:val="004F6DF1"/>
    <w:rsid w:val="004F70CB"/>
    <w:rsid w:val="004F73AC"/>
    <w:rsid w:val="004F7B5E"/>
    <w:rsid w:val="005020BC"/>
    <w:rsid w:val="00502D89"/>
    <w:rsid w:val="0050521C"/>
    <w:rsid w:val="00505428"/>
    <w:rsid w:val="00506986"/>
    <w:rsid w:val="00506D27"/>
    <w:rsid w:val="00510F22"/>
    <w:rsid w:val="0051192C"/>
    <w:rsid w:val="00512A0C"/>
    <w:rsid w:val="005133CC"/>
    <w:rsid w:val="00514860"/>
    <w:rsid w:val="00514E22"/>
    <w:rsid w:val="005204BF"/>
    <w:rsid w:val="00520F1E"/>
    <w:rsid w:val="00520FDE"/>
    <w:rsid w:val="0052386F"/>
    <w:rsid w:val="00524F32"/>
    <w:rsid w:val="00530E33"/>
    <w:rsid w:val="00531AFE"/>
    <w:rsid w:val="00531EA6"/>
    <w:rsid w:val="00532915"/>
    <w:rsid w:val="0053409B"/>
    <w:rsid w:val="00534A74"/>
    <w:rsid w:val="00536833"/>
    <w:rsid w:val="00537756"/>
    <w:rsid w:val="00540795"/>
    <w:rsid w:val="00540B23"/>
    <w:rsid w:val="00540BDA"/>
    <w:rsid w:val="00543B69"/>
    <w:rsid w:val="00544CCF"/>
    <w:rsid w:val="00545F1A"/>
    <w:rsid w:val="005461F3"/>
    <w:rsid w:val="00547195"/>
    <w:rsid w:val="005478D8"/>
    <w:rsid w:val="00550222"/>
    <w:rsid w:val="00551A31"/>
    <w:rsid w:val="00552C3F"/>
    <w:rsid w:val="00553930"/>
    <w:rsid w:val="00555663"/>
    <w:rsid w:val="005562A7"/>
    <w:rsid w:val="00560FF4"/>
    <w:rsid w:val="005618DF"/>
    <w:rsid w:val="00563CC1"/>
    <w:rsid w:val="0056591C"/>
    <w:rsid w:val="0056669A"/>
    <w:rsid w:val="00566BFA"/>
    <w:rsid w:val="00570D07"/>
    <w:rsid w:val="00571DF5"/>
    <w:rsid w:val="00572390"/>
    <w:rsid w:val="00577AB5"/>
    <w:rsid w:val="00580B40"/>
    <w:rsid w:val="00582ED0"/>
    <w:rsid w:val="00584F72"/>
    <w:rsid w:val="00586498"/>
    <w:rsid w:val="005877CD"/>
    <w:rsid w:val="005903F4"/>
    <w:rsid w:val="00590468"/>
    <w:rsid w:val="00591CC9"/>
    <w:rsid w:val="00593B91"/>
    <w:rsid w:val="005A16D0"/>
    <w:rsid w:val="005A29A8"/>
    <w:rsid w:val="005A2B3C"/>
    <w:rsid w:val="005B333A"/>
    <w:rsid w:val="005B6482"/>
    <w:rsid w:val="005B683F"/>
    <w:rsid w:val="005B6D99"/>
    <w:rsid w:val="005B7E1D"/>
    <w:rsid w:val="005C0A99"/>
    <w:rsid w:val="005C1BE1"/>
    <w:rsid w:val="005C4218"/>
    <w:rsid w:val="005C4BE0"/>
    <w:rsid w:val="005C602D"/>
    <w:rsid w:val="005D01F4"/>
    <w:rsid w:val="005D15D6"/>
    <w:rsid w:val="005D5E2B"/>
    <w:rsid w:val="005E060A"/>
    <w:rsid w:val="005E2F0F"/>
    <w:rsid w:val="005E2FB1"/>
    <w:rsid w:val="005E40F9"/>
    <w:rsid w:val="005E7A6E"/>
    <w:rsid w:val="005F11D6"/>
    <w:rsid w:val="005F485C"/>
    <w:rsid w:val="005F61CE"/>
    <w:rsid w:val="005F7132"/>
    <w:rsid w:val="005F79BD"/>
    <w:rsid w:val="005F7AF1"/>
    <w:rsid w:val="00600450"/>
    <w:rsid w:val="006008BA"/>
    <w:rsid w:val="00601B40"/>
    <w:rsid w:val="00601DC7"/>
    <w:rsid w:val="00602C9E"/>
    <w:rsid w:val="00603C14"/>
    <w:rsid w:val="006040FF"/>
    <w:rsid w:val="00605A05"/>
    <w:rsid w:val="00605F54"/>
    <w:rsid w:val="006122FC"/>
    <w:rsid w:val="00613FCB"/>
    <w:rsid w:val="006158AB"/>
    <w:rsid w:val="00615D1A"/>
    <w:rsid w:val="006174A8"/>
    <w:rsid w:val="00617712"/>
    <w:rsid w:val="00620BEE"/>
    <w:rsid w:val="00621472"/>
    <w:rsid w:val="00622232"/>
    <w:rsid w:val="00626616"/>
    <w:rsid w:val="0062684F"/>
    <w:rsid w:val="0062762C"/>
    <w:rsid w:val="006307A6"/>
    <w:rsid w:val="00632872"/>
    <w:rsid w:val="00632FD0"/>
    <w:rsid w:val="00634392"/>
    <w:rsid w:val="00636CAF"/>
    <w:rsid w:val="00637BA5"/>
    <w:rsid w:val="00640178"/>
    <w:rsid w:val="0064128F"/>
    <w:rsid w:val="00641949"/>
    <w:rsid w:val="00642134"/>
    <w:rsid w:val="00642234"/>
    <w:rsid w:val="00643E1B"/>
    <w:rsid w:val="00643F94"/>
    <w:rsid w:val="006477A1"/>
    <w:rsid w:val="00653597"/>
    <w:rsid w:val="00655199"/>
    <w:rsid w:val="00655987"/>
    <w:rsid w:val="0065777C"/>
    <w:rsid w:val="006578BA"/>
    <w:rsid w:val="00657BDC"/>
    <w:rsid w:val="00660E6B"/>
    <w:rsid w:val="00662E32"/>
    <w:rsid w:val="00662E8E"/>
    <w:rsid w:val="006633D0"/>
    <w:rsid w:val="006650E6"/>
    <w:rsid w:val="0066611C"/>
    <w:rsid w:val="00666BF5"/>
    <w:rsid w:val="00666E7C"/>
    <w:rsid w:val="00670599"/>
    <w:rsid w:val="00671946"/>
    <w:rsid w:val="00671C99"/>
    <w:rsid w:val="0067464D"/>
    <w:rsid w:val="006778C3"/>
    <w:rsid w:val="006801C8"/>
    <w:rsid w:val="00680FEB"/>
    <w:rsid w:val="0068142B"/>
    <w:rsid w:val="00681CC6"/>
    <w:rsid w:val="006857F8"/>
    <w:rsid w:val="006915AB"/>
    <w:rsid w:val="00691654"/>
    <w:rsid w:val="00694BF3"/>
    <w:rsid w:val="006A03F7"/>
    <w:rsid w:val="006A1C13"/>
    <w:rsid w:val="006A1F62"/>
    <w:rsid w:val="006A2542"/>
    <w:rsid w:val="006A3D1B"/>
    <w:rsid w:val="006A3E22"/>
    <w:rsid w:val="006A4867"/>
    <w:rsid w:val="006A4C85"/>
    <w:rsid w:val="006A4E7E"/>
    <w:rsid w:val="006A6F53"/>
    <w:rsid w:val="006A75E7"/>
    <w:rsid w:val="006B0404"/>
    <w:rsid w:val="006B1042"/>
    <w:rsid w:val="006B140C"/>
    <w:rsid w:val="006B3249"/>
    <w:rsid w:val="006B49F1"/>
    <w:rsid w:val="006B518F"/>
    <w:rsid w:val="006B65AB"/>
    <w:rsid w:val="006B682A"/>
    <w:rsid w:val="006B727E"/>
    <w:rsid w:val="006C1993"/>
    <w:rsid w:val="006C26C4"/>
    <w:rsid w:val="006C370D"/>
    <w:rsid w:val="006C37A1"/>
    <w:rsid w:val="006C5572"/>
    <w:rsid w:val="006C7336"/>
    <w:rsid w:val="006C7C71"/>
    <w:rsid w:val="006D1D87"/>
    <w:rsid w:val="006D3AE3"/>
    <w:rsid w:val="006D41EC"/>
    <w:rsid w:val="006D4A47"/>
    <w:rsid w:val="006D4C46"/>
    <w:rsid w:val="006D5CB0"/>
    <w:rsid w:val="006D645C"/>
    <w:rsid w:val="006D70C4"/>
    <w:rsid w:val="006D7B7C"/>
    <w:rsid w:val="006E0DD9"/>
    <w:rsid w:val="006E2149"/>
    <w:rsid w:val="006E2849"/>
    <w:rsid w:val="006E28F6"/>
    <w:rsid w:val="006E2A2F"/>
    <w:rsid w:val="006E50BB"/>
    <w:rsid w:val="006E6EC0"/>
    <w:rsid w:val="006E7A5F"/>
    <w:rsid w:val="006F0393"/>
    <w:rsid w:val="006F052D"/>
    <w:rsid w:val="006F1859"/>
    <w:rsid w:val="006F1E2D"/>
    <w:rsid w:val="006F26D8"/>
    <w:rsid w:val="00700680"/>
    <w:rsid w:val="00703F0D"/>
    <w:rsid w:val="007042E0"/>
    <w:rsid w:val="0070516D"/>
    <w:rsid w:val="0070542A"/>
    <w:rsid w:val="00707758"/>
    <w:rsid w:val="00707819"/>
    <w:rsid w:val="00707F2F"/>
    <w:rsid w:val="007100EF"/>
    <w:rsid w:val="00710647"/>
    <w:rsid w:val="007118F2"/>
    <w:rsid w:val="00711F83"/>
    <w:rsid w:val="00713461"/>
    <w:rsid w:val="00714779"/>
    <w:rsid w:val="00715B94"/>
    <w:rsid w:val="00716ED5"/>
    <w:rsid w:val="007171CD"/>
    <w:rsid w:val="0071794E"/>
    <w:rsid w:val="00723650"/>
    <w:rsid w:val="00724028"/>
    <w:rsid w:val="0072428C"/>
    <w:rsid w:val="0072464C"/>
    <w:rsid w:val="00726262"/>
    <w:rsid w:val="00727321"/>
    <w:rsid w:val="007276F1"/>
    <w:rsid w:val="0073101B"/>
    <w:rsid w:val="00732403"/>
    <w:rsid w:val="007326F6"/>
    <w:rsid w:val="0073542A"/>
    <w:rsid w:val="00740202"/>
    <w:rsid w:val="0074148B"/>
    <w:rsid w:val="007415F4"/>
    <w:rsid w:val="00741709"/>
    <w:rsid w:val="00741BA0"/>
    <w:rsid w:val="00742206"/>
    <w:rsid w:val="007445A3"/>
    <w:rsid w:val="00745F65"/>
    <w:rsid w:val="00750390"/>
    <w:rsid w:val="00751281"/>
    <w:rsid w:val="00753383"/>
    <w:rsid w:val="00755744"/>
    <w:rsid w:val="00755B70"/>
    <w:rsid w:val="00755C80"/>
    <w:rsid w:val="00756BC1"/>
    <w:rsid w:val="0076176B"/>
    <w:rsid w:val="00762D9F"/>
    <w:rsid w:val="007734AE"/>
    <w:rsid w:val="0077495D"/>
    <w:rsid w:val="007757D3"/>
    <w:rsid w:val="00776A08"/>
    <w:rsid w:val="0078460A"/>
    <w:rsid w:val="00784DB0"/>
    <w:rsid w:val="00785333"/>
    <w:rsid w:val="00785802"/>
    <w:rsid w:val="0078671B"/>
    <w:rsid w:val="00786A7B"/>
    <w:rsid w:val="007901ED"/>
    <w:rsid w:val="00790347"/>
    <w:rsid w:val="00790E65"/>
    <w:rsid w:val="00791169"/>
    <w:rsid w:val="00791A6C"/>
    <w:rsid w:val="00791D7D"/>
    <w:rsid w:val="00794042"/>
    <w:rsid w:val="00794854"/>
    <w:rsid w:val="00794ED2"/>
    <w:rsid w:val="007A03FD"/>
    <w:rsid w:val="007A1C8B"/>
    <w:rsid w:val="007A214C"/>
    <w:rsid w:val="007A3317"/>
    <w:rsid w:val="007A39EF"/>
    <w:rsid w:val="007A4C11"/>
    <w:rsid w:val="007A4FBA"/>
    <w:rsid w:val="007A60EF"/>
    <w:rsid w:val="007A7119"/>
    <w:rsid w:val="007A7F9C"/>
    <w:rsid w:val="007B017A"/>
    <w:rsid w:val="007B08DC"/>
    <w:rsid w:val="007B4BAD"/>
    <w:rsid w:val="007C2C3F"/>
    <w:rsid w:val="007C42B4"/>
    <w:rsid w:val="007C4403"/>
    <w:rsid w:val="007C66D4"/>
    <w:rsid w:val="007C67E1"/>
    <w:rsid w:val="007D18A3"/>
    <w:rsid w:val="007D4475"/>
    <w:rsid w:val="007E0A6D"/>
    <w:rsid w:val="007E181A"/>
    <w:rsid w:val="007E1B7D"/>
    <w:rsid w:val="007E3655"/>
    <w:rsid w:val="007E507B"/>
    <w:rsid w:val="007E65BB"/>
    <w:rsid w:val="007E6993"/>
    <w:rsid w:val="007E6ECC"/>
    <w:rsid w:val="007F1D9A"/>
    <w:rsid w:val="007F346D"/>
    <w:rsid w:val="007F3BEA"/>
    <w:rsid w:val="007F3D79"/>
    <w:rsid w:val="007F3F89"/>
    <w:rsid w:val="007F48A6"/>
    <w:rsid w:val="007F49CD"/>
    <w:rsid w:val="007F4BD3"/>
    <w:rsid w:val="007F6079"/>
    <w:rsid w:val="007F6466"/>
    <w:rsid w:val="007F65AD"/>
    <w:rsid w:val="007F771C"/>
    <w:rsid w:val="007F780A"/>
    <w:rsid w:val="00800D51"/>
    <w:rsid w:val="008029A1"/>
    <w:rsid w:val="00804C51"/>
    <w:rsid w:val="00805533"/>
    <w:rsid w:val="008066CF"/>
    <w:rsid w:val="00806BC5"/>
    <w:rsid w:val="00807294"/>
    <w:rsid w:val="00807A7A"/>
    <w:rsid w:val="00810676"/>
    <w:rsid w:val="00812457"/>
    <w:rsid w:val="00812D57"/>
    <w:rsid w:val="00813274"/>
    <w:rsid w:val="00815078"/>
    <w:rsid w:val="00817579"/>
    <w:rsid w:val="00820425"/>
    <w:rsid w:val="00821275"/>
    <w:rsid w:val="008215EB"/>
    <w:rsid w:val="0082224C"/>
    <w:rsid w:val="00822311"/>
    <w:rsid w:val="0082295A"/>
    <w:rsid w:val="00822F5E"/>
    <w:rsid w:val="008249AC"/>
    <w:rsid w:val="008265CB"/>
    <w:rsid w:val="00826A7E"/>
    <w:rsid w:val="00833B33"/>
    <w:rsid w:val="00835253"/>
    <w:rsid w:val="00835FDB"/>
    <w:rsid w:val="008373CA"/>
    <w:rsid w:val="008376E6"/>
    <w:rsid w:val="0084012D"/>
    <w:rsid w:val="0084383C"/>
    <w:rsid w:val="008444BB"/>
    <w:rsid w:val="00844783"/>
    <w:rsid w:val="00847104"/>
    <w:rsid w:val="00850750"/>
    <w:rsid w:val="00851FF6"/>
    <w:rsid w:val="00852334"/>
    <w:rsid w:val="008523BC"/>
    <w:rsid w:val="00852D5B"/>
    <w:rsid w:val="00852EE8"/>
    <w:rsid w:val="00854101"/>
    <w:rsid w:val="008558CE"/>
    <w:rsid w:val="00856F50"/>
    <w:rsid w:val="00857C97"/>
    <w:rsid w:val="00861A49"/>
    <w:rsid w:val="008622FA"/>
    <w:rsid w:val="00862EE6"/>
    <w:rsid w:val="00864398"/>
    <w:rsid w:val="00864C2A"/>
    <w:rsid w:val="008655C3"/>
    <w:rsid w:val="00865669"/>
    <w:rsid w:val="00865CEA"/>
    <w:rsid w:val="008667E1"/>
    <w:rsid w:val="00870162"/>
    <w:rsid w:val="008728AA"/>
    <w:rsid w:val="00873614"/>
    <w:rsid w:val="00874DD4"/>
    <w:rsid w:val="00876837"/>
    <w:rsid w:val="00880681"/>
    <w:rsid w:val="00880C6F"/>
    <w:rsid w:val="008812D9"/>
    <w:rsid w:val="00881798"/>
    <w:rsid w:val="00881D7E"/>
    <w:rsid w:val="00882053"/>
    <w:rsid w:val="00884177"/>
    <w:rsid w:val="0088456C"/>
    <w:rsid w:val="00885A6A"/>
    <w:rsid w:val="00892FBB"/>
    <w:rsid w:val="0089329B"/>
    <w:rsid w:val="00895AD1"/>
    <w:rsid w:val="008969CB"/>
    <w:rsid w:val="00897B6A"/>
    <w:rsid w:val="008A12ED"/>
    <w:rsid w:val="008A20F2"/>
    <w:rsid w:val="008A297A"/>
    <w:rsid w:val="008A35EE"/>
    <w:rsid w:val="008A3BEB"/>
    <w:rsid w:val="008A53E2"/>
    <w:rsid w:val="008A62B2"/>
    <w:rsid w:val="008A737D"/>
    <w:rsid w:val="008A73A9"/>
    <w:rsid w:val="008B1544"/>
    <w:rsid w:val="008B3578"/>
    <w:rsid w:val="008B4B9C"/>
    <w:rsid w:val="008B6990"/>
    <w:rsid w:val="008B7311"/>
    <w:rsid w:val="008B798F"/>
    <w:rsid w:val="008C0917"/>
    <w:rsid w:val="008C5D52"/>
    <w:rsid w:val="008C5F4F"/>
    <w:rsid w:val="008C61CA"/>
    <w:rsid w:val="008C6724"/>
    <w:rsid w:val="008C6FE6"/>
    <w:rsid w:val="008C76E0"/>
    <w:rsid w:val="008C7DB0"/>
    <w:rsid w:val="008D0726"/>
    <w:rsid w:val="008D0B25"/>
    <w:rsid w:val="008D0D81"/>
    <w:rsid w:val="008D5BC8"/>
    <w:rsid w:val="008D5C26"/>
    <w:rsid w:val="008D711F"/>
    <w:rsid w:val="008D7FF4"/>
    <w:rsid w:val="008E007E"/>
    <w:rsid w:val="008E18F5"/>
    <w:rsid w:val="008E1B49"/>
    <w:rsid w:val="008E2200"/>
    <w:rsid w:val="008E2299"/>
    <w:rsid w:val="008E3C78"/>
    <w:rsid w:val="008E473E"/>
    <w:rsid w:val="008E4F69"/>
    <w:rsid w:val="008E6152"/>
    <w:rsid w:val="008E6612"/>
    <w:rsid w:val="008E6E45"/>
    <w:rsid w:val="008E7896"/>
    <w:rsid w:val="008E7E50"/>
    <w:rsid w:val="008F0A98"/>
    <w:rsid w:val="008F214A"/>
    <w:rsid w:val="008F2AAA"/>
    <w:rsid w:val="008F32C6"/>
    <w:rsid w:val="008F6B76"/>
    <w:rsid w:val="008F72FF"/>
    <w:rsid w:val="008F7986"/>
    <w:rsid w:val="008F7C8B"/>
    <w:rsid w:val="00900F08"/>
    <w:rsid w:val="009012D1"/>
    <w:rsid w:val="0090155A"/>
    <w:rsid w:val="00901821"/>
    <w:rsid w:val="00901DED"/>
    <w:rsid w:val="00902B2D"/>
    <w:rsid w:val="00902DC1"/>
    <w:rsid w:val="00903B21"/>
    <w:rsid w:val="00906975"/>
    <w:rsid w:val="00907746"/>
    <w:rsid w:val="00913E4B"/>
    <w:rsid w:val="00914917"/>
    <w:rsid w:val="00914E29"/>
    <w:rsid w:val="0091599B"/>
    <w:rsid w:val="00917DE1"/>
    <w:rsid w:val="00920085"/>
    <w:rsid w:val="0092098F"/>
    <w:rsid w:val="009217C0"/>
    <w:rsid w:val="00930650"/>
    <w:rsid w:val="009315A6"/>
    <w:rsid w:val="00933AF4"/>
    <w:rsid w:val="00940B32"/>
    <w:rsid w:val="00942922"/>
    <w:rsid w:val="00944516"/>
    <w:rsid w:val="009518CF"/>
    <w:rsid w:val="00951D0A"/>
    <w:rsid w:val="00954545"/>
    <w:rsid w:val="00954D5D"/>
    <w:rsid w:val="0095506E"/>
    <w:rsid w:val="00955CC8"/>
    <w:rsid w:val="00957ACA"/>
    <w:rsid w:val="00961B96"/>
    <w:rsid w:val="00963375"/>
    <w:rsid w:val="00963949"/>
    <w:rsid w:val="00963E82"/>
    <w:rsid w:val="0096745A"/>
    <w:rsid w:val="009701BF"/>
    <w:rsid w:val="00974E30"/>
    <w:rsid w:val="0097574D"/>
    <w:rsid w:val="009806F1"/>
    <w:rsid w:val="00980BCB"/>
    <w:rsid w:val="00981BD0"/>
    <w:rsid w:val="00982315"/>
    <w:rsid w:val="00982F84"/>
    <w:rsid w:val="0098416C"/>
    <w:rsid w:val="009858AA"/>
    <w:rsid w:val="00985C5A"/>
    <w:rsid w:val="00985EDA"/>
    <w:rsid w:val="00986295"/>
    <w:rsid w:val="00986536"/>
    <w:rsid w:val="00986698"/>
    <w:rsid w:val="00987395"/>
    <w:rsid w:val="0098792F"/>
    <w:rsid w:val="009908A9"/>
    <w:rsid w:val="0099243A"/>
    <w:rsid w:val="00994EC2"/>
    <w:rsid w:val="00997CEB"/>
    <w:rsid w:val="009A0103"/>
    <w:rsid w:val="009A14DD"/>
    <w:rsid w:val="009A1AF5"/>
    <w:rsid w:val="009A28E5"/>
    <w:rsid w:val="009A2EA9"/>
    <w:rsid w:val="009A3C4E"/>
    <w:rsid w:val="009A4180"/>
    <w:rsid w:val="009B248D"/>
    <w:rsid w:val="009B2932"/>
    <w:rsid w:val="009B2B7A"/>
    <w:rsid w:val="009B4D87"/>
    <w:rsid w:val="009B5C16"/>
    <w:rsid w:val="009B5FB4"/>
    <w:rsid w:val="009B75F3"/>
    <w:rsid w:val="009C0B13"/>
    <w:rsid w:val="009C160D"/>
    <w:rsid w:val="009C22E3"/>
    <w:rsid w:val="009C2F86"/>
    <w:rsid w:val="009C34B6"/>
    <w:rsid w:val="009C4267"/>
    <w:rsid w:val="009C5218"/>
    <w:rsid w:val="009C563A"/>
    <w:rsid w:val="009C61EB"/>
    <w:rsid w:val="009C6F3A"/>
    <w:rsid w:val="009C7092"/>
    <w:rsid w:val="009C7F55"/>
    <w:rsid w:val="009C7F95"/>
    <w:rsid w:val="009D2E51"/>
    <w:rsid w:val="009D3CC8"/>
    <w:rsid w:val="009D49F3"/>
    <w:rsid w:val="009D4CD3"/>
    <w:rsid w:val="009D5D30"/>
    <w:rsid w:val="009D77F1"/>
    <w:rsid w:val="009E1805"/>
    <w:rsid w:val="009E6A8E"/>
    <w:rsid w:val="009F0D96"/>
    <w:rsid w:val="009F0EF8"/>
    <w:rsid w:val="009F1A09"/>
    <w:rsid w:val="009F3AAA"/>
    <w:rsid w:val="009F47AD"/>
    <w:rsid w:val="009F4BE7"/>
    <w:rsid w:val="009F4D60"/>
    <w:rsid w:val="009F5076"/>
    <w:rsid w:val="009F5247"/>
    <w:rsid w:val="009F52F3"/>
    <w:rsid w:val="00A00FAF"/>
    <w:rsid w:val="00A02291"/>
    <w:rsid w:val="00A027B0"/>
    <w:rsid w:val="00A02F4F"/>
    <w:rsid w:val="00A05E54"/>
    <w:rsid w:val="00A06B2B"/>
    <w:rsid w:val="00A07581"/>
    <w:rsid w:val="00A077B7"/>
    <w:rsid w:val="00A077E3"/>
    <w:rsid w:val="00A10070"/>
    <w:rsid w:val="00A13960"/>
    <w:rsid w:val="00A13BCD"/>
    <w:rsid w:val="00A13F15"/>
    <w:rsid w:val="00A21325"/>
    <w:rsid w:val="00A2249F"/>
    <w:rsid w:val="00A224EB"/>
    <w:rsid w:val="00A22C3B"/>
    <w:rsid w:val="00A23044"/>
    <w:rsid w:val="00A27310"/>
    <w:rsid w:val="00A27F17"/>
    <w:rsid w:val="00A326A2"/>
    <w:rsid w:val="00A33FDB"/>
    <w:rsid w:val="00A341A3"/>
    <w:rsid w:val="00A37B92"/>
    <w:rsid w:val="00A42AF6"/>
    <w:rsid w:val="00A44417"/>
    <w:rsid w:val="00A44AAF"/>
    <w:rsid w:val="00A44F8E"/>
    <w:rsid w:val="00A46AC8"/>
    <w:rsid w:val="00A46B17"/>
    <w:rsid w:val="00A4745F"/>
    <w:rsid w:val="00A51E6C"/>
    <w:rsid w:val="00A52DEE"/>
    <w:rsid w:val="00A530F5"/>
    <w:rsid w:val="00A542FE"/>
    <w:rsid w:val="00A54D6C"/>
    <w:rsid w:val="00A54F6F"/>
    <w:rsid w:val="00A5516C"/>
    <w:rsid w:val="00A564FC"/>
    <w:rsid w:val="00A57E1F"/>
    <w:rsid w:val="00A627FF"/>
    <w:rsid w:val="00A651F3"/>
    <w:rsid w:val="00A65205"/>
    <w:rsid w:val="00A6712E"/>
    <w:rsid w:val="00A7061D"/>
    <w:rsid w:val="00A71874"/>
    <w:rsid w:val="00A7367C"/>
    <w:rsid w:val="00A73740"/>
    <w:rsid w:val="00A73DA0"/>
    <w:rsid w:val="00A7441D"/>
    <w:rsid w:val="00A74CAE"/>
    <w:rsid w:val="00A77AE6"/>
    <w:rsid w:val="00A80610"/>
    <w:rsid w:val="00A80E51"/>
    <w:rsid w:val="00A8276C"/>
    <w:rsid w:val="00A847B3"/>
    <w:rsid w:val="00A848CD"/>
    <w:rsid w:val="00A84F6E"/>
    <w:rsid w:val="00A8573E"/>
    <w:rsid w:val="00A85835"/>
    <w:rsid w:val="00A8710E"/>
    <w:rsid w:val="00A90761"/>
    <w:rsid w:val="00A91ADE"/>
    <w:rsid w:val="00A931D0"/>
    <w:rsid w:val="00A9382A"/>
    <w:rsid w:val="00A94512"/>
    <w:rsid w:val="00A945A2"/>
    <w:rsid w:val="00A959E1"/>
    <w:rsid w:val="00A95E83"/>
    <w:rsid w:val="00A95E9B"/>
    <w:rsid w:val="00A95FCC"/>
    <w:rsid w:val="00A9733B"/>
    <w:rsid w:val="00A97C4B"/>
    <w:rsid w:val="00AA1A29"/>
    <w:rsid w:val="00AA1CEC"/>
    <w:rsid w:val="00AA6882"/>
    <w:rsid w:val="00AA6D98"/>
    <w:rsid w:val="00AA6FC5"/>
    <w:rsid w:val="00AA79AD"/>
    <w:rsid w:val="00AB024E"/>
    <w:rsid w:val="00AB0C99"/>
    <w:rsid w:val="00AB0ECC"/>
    <w:rsid w:val="00AB0F4F"/>
    <w:rsid w:val="00AB1504"/>
    <w:rsid w:val="00AB28CD"/>
    <w:rsid w:val="00AB2B4C"/>
    <w:rsid w:val="00AB42BA"/>
    <w:rsid w:val="00AB446A"/>
    <w:rsid w:val="00AB46B9"/>
    <w:rsid w:val="00AB4D55"/>
    <w:rsid w:val="00AC019A"/>
    <w:rsid w:val="00AC11C4"/>
    <w:rsid w:val="00AC1DE9"/>
    <w:rsid w:val="00AC65CE"/>
    <w:rsid w:val="00AC6C0C"/>
    <w:rsid w:val="00AC79F8"/>
    <w:rsid w:val="00AD06CE"/>
    <w:rsid w:val="00AD0C12"/>
    <w:rsid w:val="00AD3FD1"/>
    <w:rsid w:val="00AD44C4"/>
    <w:rsid w:val="00AD45F3"/>
    <w:rsid w:val="00AD48B0"/>
    <w:rsid w:val="00AD6A3E"/>
    <w:rsid w:val="00AD7083"/>
    <w:rsid w:val="00AD7BF6"/>
    <w:rsid w:val="00AE0467"/>
    <w:rsid w:val="00AE2A0C"/>
    <w:rsid w:val="00AF2DF4"/>
    <w:rsid w:val="00AF4191"/>
    <w:rsid w:val="00AF56F3"/>
    <w:rsid w:val="00AF6E58"/>
    <w:rsid w:val="00AF767E"/>
    <w:rsid w:val="00B01469"/>
    <w:rsid w:val="00B03CF3"/>
    <w:rsid w:val="00B03CFD"/>
    <w:rsid w:val="00B054AA"/>
    <w:rsid w:val="00B05543"/>
    <w:rsid w:val="00B059F6"/>
    <w:rsid w:val="00B06004"/>
    <w:rsid w:val="00B06BD7"/>
    <w:rsid w:val="00B1269D"/>
    <w:rsid w:val="00B126A0"/>
    <w:rsid w:val="00B14238"/>
    <w:rsid w:val="00B1436B"/>
    <w:rsid w:val="00B14B57"/>
    <w:rsid w:val="00B164B2"/>
    <w:rsid w:val="00B165DA"/>
    <w:rsid w:val="00B21636"/>
    <w:rsid w:val="00B220A4"/>
    <w:rsid w:val="00B22F6F"/>
    <w:rsid w:val="00B22FD2"/>
    <w:rsid w:val="00B24025"/>
    <w:rsid w:val="00B262C9"/>
    <w:rsid w:val="00B26BD4"/>
    <w:rsid w:val="00B271CB"/>
    <w:rsid w:val="00B279F1"/>
    <w:rsid w:val="00B313D8"/>
    <w:rsid w:val="00B3246B"/>
    <w:rsid w:val="00B337BB"/>
    <w:rsid w:val="00B33809"/>
    <w:rsid w:val="00B33DA0"/>
    <w:rsid w:val="00B34636"/>
    <w:rsid w:val="00B34CD0"/>
    <w:rsid w:val="00B37098"/>
    <w:rsid w:val="00B40FC8"/>
    <w:rsid w:val="00B412C9"/>
    <w:rsid w:val="00B428D1"/>
    <w:rsid w:val="00B42B5F"/>
    <w:rsid w:val="00B453B2"/>
    <w:rsid w:val="00B45B89"/>
    <w:rsid w:val="00B47644"/>
    <w:rsid w:val="00B51CAD"/>
    <w:rsid w:val="00B5234D"/>
    <w:rsid w:val="00B52BCB"/>
    <w:rsid w:val="00B55022"/>
    <w:rsid w:val="00B55EDE"/>
    <w:rsid w:val="00B5645F"/>
    <w:rsid w:val="00B56979"/>
    <w:rsid w:val="00B5715D"/>
    <w:rsid w:val="00B57753"/>
    <w:rsid w:val="00B60777"/>
    <w:rsid w:val="00B6129A"/>
    <w:rsid w:val="00B614CB"/>
    <w:rsid w:val="00B61C87"/>
    <w:rsid w:val="00B64875"/>
    <w:rsid w:val="00B65340"/>
    <w:rsid w:val="00B668BC"/>
    <w:rsid w:val="00B66D8F"/>
    <w:rsid w:val="00B66E80"/>
    <w:rsid w:val="00B672D8"/>
    <w:rsid w:val="00B70166"/>
    <w:rsid w:val="00B70E46"/>
    <w:rsid w:val="00B71005"/>
    <w:rsid w:val="00B71949"/>
    <w:rsid w:val="00B728FF"/>
    <w:rsid w:val="00B72925"/>
    <w:rsid w:val="00B7361B"/>
    <w:rsid w:val="00B76292"/>
    <w:rsid w:val="00B806AE"/>
    <w:rsid w:val="00B865EB"/>
    <w:rsid w:val="00B86DEB"/>
    <w:rsid w:val="00B86F57"/>
    <w:rsid w:val="00B908C9"/>
    <w:rsid w:val="00B92EE0"/>
    <w:rsid w:val="00B95A23"/>
    <w:rsid w:val="00BA0713"/>
    <w:rsid w:val="00BA2928"/>
    <w:rsid w:val="00BA6034"/>
    <w:rsid w:val="00BA64AA"/>
    <w:rsid w:val="00BB219B"/>
    <w:rsid w:val="00BB22C6"/>
    <w:rsid w:val="00BB2402"/>
    <w:rsid w:val="00BB3B66"/>
    <w:rsid w:val="00BB6D2A"/>
    <w:rsid w:val="00BB6F14"/>
    <w:rsid w:val="00BB6F3F"/>
    <w:rsid w:val="00BC565C"/>
    <w:rsid w:val="00BC5C17"/>
    <w:rsid w:val="00BC6564"/>
    <w:rsid w:val="00BD2F1A"/>
    <w:rsid w:val="00BD2F28"/>
    <w:rsid w:val="00BD3902"/>
    <w:rsid w:val="00BD3E4F"/>
    <w:rsid w:val="00BD69EF"/>
    <w:rsid w:val="00BD77DF"/>
    <w:rsid w:val="00BD7DF1"/>
    <w:rsid w:val="00BE07D8"/>
    <w:rsid w:val="00BE18D3"/>
    <w:rsid w:val="00BE1F06"/>
    <w:rsid w:val="00BE3CF0"/>
    <w:rsid w:val="00BE4B29"/>
    <w:rsid w:val="00BE4F83"/>
    <w:rsid w:val="00BE5270"/>
    <w:rsid w:val="00BE5D95"/>
    <w:rsid w:val="00BE68C9"/>
    <w:rsid w:val="00BE698C"/>
    <w:rsid w:val="00BE7829"/>
    <w:rsid w:val="00BF0533"/>
    <w:rsid w:val="00BF0B2C"/>
    <w:rsid w:val="00BF0C0D"/>
    <w:rsid w:val="00BF1038"/>
    <w:rsid w:val="00BF416B"/>
    <w:rsid w:val="00BF5CDB"/>
    <w:rsid w:val="00BF7065"/>
    <w:rsid w:val="00BF71E6"/>
    <w:rsid w:val="00BF7C04"/>
    <w:rsid w:val="00C01967"/>
    <w:rsid w:val="00C02333"/>
    <w:rsid w:val="00C024A2"/>
    <w:rsid w:val="00C04043"/>
    <w:rsid w:val="00C0739B"/>
    <w:rsid w:val="00C14B26"/>
    <w:rsid w:val="00C14C37"/>
    <w:rsid w:val="00C164AB"/>
    <w:rsid w:val="00C21170"/>
    <w:rsid w:val="00C214B0"/>
    <w:rsid w:val="00C21F6C"/>
    <w:rsid w:val="00C22921"/>
    <w:rsid w:val="00C2361C"/>
    <w:rsid w:val="00C23713"/>
    <w:rsid w:val="00C24C13"/>
    <w:rsid w:val="00C25D6D"/>
    <w:rsid w:val="00C27A80"/>
    <w:rsid w:val="00C319E6"/>
    <w:rsid w:val="00C32DD7"/>
    <w:rsid w:val="00C34BBE"/>
    <w:rsid w:val="00C35142"/>
    <w:rsid w:val="00C360DC"/>
    <w:rsid w:val="00C4230B"/>
    <w:rsid w:val="00C45110"/>
    <w:rsid w:val="00C45D11"/>
    <w:rsid w:val="00C4676D"/>
    <w:rsid w:val="00C500B0"/>
    <w:rsid w:val="00C515C2"/>
    <w:rsid w:val="00C5384D"/>
    <w:rsid w:val="00C53AA5"/>
    <w:rsid w:val="00C541C0"/>
    <w:rsid w:val="00C57D3A"/>
    <w:rsid w:val="00C602DE"/>
    <w:rsid w:val="00C61752"/>
    <w:rsid w:val="00C64671"/>
    <w:rsid w:val="00C64C12"/>
    <w:rsid w:val="00C65E23"/>
    <w:rsid w:val="00C66FE9"/>
    <w:rsid w:val="00C700E1"/>
    <w:rsid w:val="00C7296C"/>
    <w:rsid w:val="00C73655"/>
    <w:rsid w:val="00C74A74"/>
    <w:rsid w:val="00C75F21"/>
    <w:rsid w:val="00C801E4"/>
    <w:rsid w:val="00C81EAF"/>
    <w:rsid w:val="00C8307A"/>
    <w:rsid w:val="00C841D0"/>
    <w:rsid w:val="00C8449E"/>
    <w:rsid w:val="00C84C42"/>
    <w:rsid w:val="00C84DD4"/>
    <w:rsid w:val="00C84DDF"/>
    <w:rsid w:val="00C8631B"/>
    <w:rsid w:val="00C87D6B"/>
    <w:rsid w:val="00C900B7"/>
    <w:rsid w:val="00C90584"/>
    <w:rsid w:val="00C906FE"/>
    <w:rsid w:val="00C910B1"/>
    <w:rsid w:val="00C911D6"/>
    <w:rsid w:val="00C93E53"/>
    <w:rsid w:val="00C9522A"/>
    <w:rsid w:val="00C95D82"/>
    <w:rsid w:val="00C96553"/>
    <w:rsid w:val="00C96BCB"/>
    <w:rsid w:val="00CA0466"/>
    <w:rsid w:val="00CA1029"/>
    <w:rsid w:val="00CA1B06"/>
    <w:rsid w:val="00CA1C88"/>
    <w:rsid w:val="00CA29D6"/>
    <w:rsid w:val="00CA30E4"/>
    <w:rsid w:val="00CA48E8"/>
    <w:rsid w:val="00CA662B"/>
    <w:rsid w:val="00CA6703"/>
    <w:rsid w:val="00CB0A55"/>
    <w:rsid w:val="00CB271A"/>
    <w:rsid w:val="00CB39F8"/>
    <w:rsid w:val="00CB487A"/>
    <w:rsid w:val="00CB4EDF"/>
    <w:rsid w:val="00CC04E4"/>
    <w:rsid w:val="00CC1E86"/>
    <w:rsid w:val="00CC2376"/>
    <w:rsid w:val="00CC4D18"/>
    <w:rsid w:val="00CD0801"/>
    <w:rsid w:val="00CD0A3B"/>
    <w:rsid w:val="00CD0EE8"/>
    <w:rsid w:val="00CD12EB"/>
    <w:rsid w:val="00CD30FA"/>
    <w:rsid w:val="00CD3DF8"/>
    <w:rsid w:val="00CD5FF4"/>
    <w:rsid w:val="00CD65C5"/>
    <w:rsid w:val="00CE0383"/>
    <w:rsid w:val="00CE1CCE"/>
    <w:rsid w:val="00CE29A7"/>
    <w:rsid w:val="00CE3BCA"/>
    <w:rsid w:val="00CE593B"/>
    <w:rsid w:val="00CE59CD"/>
    <w:rsid w:val="00CE5E44"/>
    <w:rsid w:val="00CE79EF"/>
    <w:rsid w:val="00CF0DC0"/>
    <w:rsid w:val="00CF452D"/>
    <w:rsid w:val="00CF5569"/>
    <w:rsid w:val="00D003C3"/>
    <w:rsid w:val="00D04478"/>
    <w:rsid w:val="00D0646C"/>
    <w:rsid w:val="00D06628"/>
    <w:rsid w:val="00D06E0A"/>
    <w:rsid w:val="00D06E43"/>
    <w:rsid w:val="00D077B4"/>
    <w:rsid w:val="00D10BC7"/>
    <w:rsid w:val="00D114CF"/>
    <w:rsid w:val="00D12FAE"/>
    <w:rsid w:val="00D1356A"/>
    <w:rsid w:val="00D13898"/>
    <w:rsid w:val="00D15440"/>
    <w:rsid w:val="00D1753A"/>
    <w:rsid w:val="00D17BA1"/>
    <w:rsid w:val="00D17C3A"/>
    <w:rsid w:val="00D20D87"/>
    <w:rsid w:val="00D226CB"/>
    <w:rsid w:val="00D235CE"/>
    <w:rsid w:val="00D23CF4"/>
    <w:rsid w:val="00D24132"/>
    <w:rsid w:val="00D241C4"/>
    <w:rsid w:val="00D2538F"/>
    <w:rsid w:val="00D26205"/>
    <w:rsid w:val="00D263C0"/>
    <w:rsid w:val="00D2782D"/>
    <w:rsid w:val="00D27954"/>
    <w:rsid w:val="00D318DF"/>
    <w:rsid w:val="00D33DE1"/>
    <w:rsid w:val="00D34017"/>
    <w:rsid w:val="00D3408B"/>
    <w:rsid w:val="00D34A03"/>
    <w:rsid w:val="00D3764C"/>
    <w:rsid w:val="00D4040D"/>
    <w:rsid w:val="00D40B4A"/>
    <w:rsid w:val="00D4133E"/>
    <w:rsid w:val="00D41CEE"/>
    <w:rsid w:val="00D424F7"/>
    <w:rsid w:val="00D42FAF"/>
    <w:rsid w:val="00D43585"/>
    <w:rsid w:val="00D444B9"/>
    <w:rsid w:val="00D44E51"/>
    <w:rsid w:val="00D44F65"/>
    <w:rsid w:val="00D478A3"/>
    <w:rsid w:val="00D50BAC"/>
    <w:rsid w:val="00D51210"/>
    <w:rsid w:val="00D515FD"/>
    <w:rsid w:val="00D51CA4"/>
    <w:rsid w:val="00D5744A"/>
    <w:rsid w:val="00D57BDB"/>
    <w:rsid w:val="00D60838"/>
    <w:rsid w:val="00D60C24"/>
    <w:rsid w:val="00D6489C"/>
    <w:rsid w:val="00D64A6A"/>
    <w:rsid w:val="00D64FE1"/>
    <w:rsid w:val="00D654CB"/>
    <w:rsid w:val="00D66132"/>
    <w:rsid w:val="00D66CB1"/>
    <w:rsid w:val="00D673E5"/>
    <w:rsid w:val="00D6741A"/>
    <w:rsid w:val="00D70B4F"/>
    <w:rsid w:val="00D70D48"/>
    <w:rsid w:val="00D70F68"/>
    <w:rsid w:val="00D7417D"/>
    <w:rsid w:val="00D77F8B"/>
    <w:rsid w:val="00D841CC"/>
    <w:rsid w:val="00D90A23"/>
    <w:rsid w:val="00D90CE7"/>
    <w:rsid w:val="00D91C08"/>
    <w:rsid w:val="00D94595"/>
    <w:rsid w:val="00D95A35"/>
    <w:rsid w:val="00D96502"/>
    <w:rsid w:val="00DA0FBC"/>
    <w:rsid w:val="00DA2EA8"/>
    <w:rsid w:val="00DA59CA"/>
    <w:rsid w:val="00DA6613"/>
    <w:rsid w:val="00DB00BC"/>
    <w:rsid w:val="00DB018F"/>
    <w:rsid w:val="00DB1696"/>
    <w:rsid w:val="00DB2C7E"/>
    <w:rsid w:val="00DB5C60"/>
    <w:rsid w:val="00DB6DE1"/>
    <w:rsid w:val="00DB6E36"/>
    <w:rsid w:val="00DB71E9"/>
    <w:rsid w:val="00DB7F0A"/>
    <w:rsid w:val="00DB7F93"/>
    <w:rsid w:val="00DC0FF8"/>
    <w:rsid w:val="00DC149F"/>
    <w:rsid w:val="00DC16E4"/>
    <w:rsid w:val="00DC1E24"/>
    <w:rsid w:val="00DC3AA6"/>
    <w:rsid w:val="00DC5124"/>
    <w:rsid w:val="00DC686A"/>
    <w:rsid w:val="00DC6D7C"/>
    <w:rsid w:val="00DD0248"/>
    <w:rsid w:val="00DD0EB1"/>
    <w:rsid w:val="00DD131A"/>
    <w:rsid w:val="00DD1C00"/>
    <w:rsid w:val="00DD45B8"/>
    <w:rsid w:val="00DE0F8D"/>
    <w:rsid w:val="00DE17D1"/>
    <w:rsid w:val="00DE1DD3"/>
    <w:rsid w:val="00DE276E"/>
    <w:rsid w:val="00DE4DF1"/>
    <w:rsid w:val="00DF3805"/>
    <w:rsid w:val="00DF3BA1"/>
    <w:rsid w:val="00DF4E46"/>
    <w:rsid w:val="00DF6895"/>
    <w:rsid w:val="00E005E6"/>
    <w:rsid w:val="00E021C2"/>
    <w:rsid w:val="00E03EDC"/>
    <w:rsid w:val="00E04985"/>
    <w:rsid w:val="00E05F7D"/>
    <w:rsid w:val="00E07211"/>
    <w:rsid w:val="00E1059D"/>
    <w:rsid w:val="00E10EB9"/>
    <w:rsid w:val="00E14F67"/>
    <w:rsid w:val="00E1651A"/>
    <w:rsid w:val="00E213D1"/>
    <w:rsid w:val="00E231B6"/>
    <w:rsid w:val="00E2369F"/>
    <w:rsid w:val="00E248C0"/>
    <w:rsid w:val="00E2570D"/>
    <w:rsid w:val="00E26A75"/>
    <w:rsid w:val="00E30EA5"/>
    <w:rsid w:val="00E31548"/>
    <w:rsid w:val="00E3276D"/>
    <w:rsid w:val="00E33816"/>
    <w:rsid w:val="00E33ED3"/>
    <w:rsid w:val="00E41E56"/>
    <w:rsid w:val="00E4241B"/>
    <w:rsid w:val="00E42839"/>
    <w:rsid w:val="00E42EEA"/>
    <w:rsid w:val="00E43356"/>
    <w:rsid w:val="00E440B7"/>
    <w:rsid w:val="00E44349"/>
    <w:rsid w:val="00E447C7"/>
    <w:rsid w:val="00E477F3"/>
    <w:rsid w:val="00E505C6"/>
    <w:rsid w:val="00E511EA"/>
    <w:rsid w:val="00E521C2"/>
    <w:rsid w:val="00E5382A"/>
    <w:rsid w:val="00E53B5E"/>
    <w:rsid w:val="00E53D8A"/>
    <w:rsid w:val="00E54677"/>
    <w:rsid w:val="00E54DB8"/>
    <w:rsid w:val="00E567BE"/>
    <w:rsid w:val="00E57441"/>
    <w:rsid w:val="00E60A58"/>
    <w:rsid w:val="00E62D86"/>
    <w:rsid w:val="00E633AD"/>
    <w:rsid w:val="00E65337"/>
    <w:rsid w:val="00E6606C"/>
    <w:rsid w:val="00E77E67"/>
    <w:rsid w:val="00E80015"/>
    <w:rsid w:val="00E807BF"/>
    <w:rsid w:val="00E80AF7"/>
    <w:rsid w:val="00E83F7E"/>
    <w:rsid w:val="00E85B02"/>
    <w:rsid w:val="00E911F7"/>
    <w:rsid w:val="00E92062"/>
    <w:rsid w:val="00E92D17"/>
    <w:rsid w:val="00E931D6"/>
    <w:rsid w:val="00E93A2A"/>
    <w:rsid w:val="00E94237"/>
    <w:rsid w:val="00E951BD"/>
    <w:rsid w:val="00E9546F"/>
    <w:rsid w:val="00E9547A"/>
    <w:rsid w:val="00E96709"/>
    <w:rsid w:val="00E97ED2"/>
    <w:rsid w:val="00EA1D83"/>
    <w:rsid w:val="00EA2A7B"/>
    <w:rsid w:val="00EA357F"/>
    <w:rsid w:val="00EA3610"/>
    <w:rsid w:val="00EA5617"/>
    <w:rsid w:val="00EA6D7A"/>
    <w:rsid w:val="00EB2AD2"/>
    <w:rsid w:val="00EB3D50"/>
    <w:rsid w:val="00EB623F"/>
    <w:rsid w:val="00EB632C"/>
    <w:rsid w:val="00EC0797"/>
    <w:rsid w:val="00EC0B72"/>
    <w:rsid w:val="00EC2743"/>
    <w:rsid w:val="00EC2F88"/>
    <w:rsid w:val="00EC32F8"/>
    <w:rsid w:val="00EC3625"/>
    <w:rsid w:val="00EC5755"/>
    <w:rsid w:val="00EC5B0B"/>
    <w:rsid w:val="00EC65CD"/>
    <w:rsid w:val="00ED0882"/>
    <w:rsid w:val="00ED3D19"/>
    <w:rsid w:val="00ED52D7"/>
    <w:rsid w:val="00ED686A"/>
    <w:rsid w:val="00EE03C4"/>
    <w:rsid w:val="00EE054B"/>
    <w:rsid w:val="00EE0CAD"/>
    <w:rsid w:val="00EE2427"/>
    <w:rsid w:val="00EE27E3"/>
    <w:rsid w:val="00EE4DAB"/>
    <w:rsid w:val="00EE5552"/>
    <w:rsid w:val="00EE5EE7"/>
    <w:rsid w:val="00EE6BD1"/>
    <w:rsid w:val="00EF0F31"/>
    <w:rsid w:val="00EF236B"/>
    <w:rsid w:val="00EF621A"/>
    <w:rsid w:val="00F003E4"/>
    <w:rsid w:val="00F0052E"/>
    <w:rsid w:val="00F00F10"/>
    <w:rsid w:val="00F011BC"/>
    <w:rsid w:val="00F02385"/>
    <w:rsid w:val="00F0585B"/>
    <w:rsid w:val="00F06B2A"/>
    <w:rsid w:val="00F1034B"/>
    <w:rsid w:val="00F1205E"/>
    <w:rsid w:val="00F12DB6"/>
    <w:rsid w:val="00F14BCB"/>
    <w:rsid w:val="00F159A6"/>
    <w:rsid w:val="00F15A09"/>
    <w:rsid w:val="00F16C84"/>
    <w:rsid w:val="00F17824"/>
    <w:rsid w:val="00F2028B"/>
    <w:rsid w:val="00F20647"/>
    <w:rsid w:val="00F2068C"/>
    <w:rsid w:val="00F20B60"/>
    <w:rsid w:val="00F217B0"/>
    <w:rsid w:val="00F2190C"/>
    <w:rsid w:val="00F235B4"/>
    <w:rsid w:val="00F2376A"/>
    <w:rsid w:val="00F23ADB"/>
    <w:rsid w:val="00F2473E"/>
    <w:rsid w:val="00F24F51"/>
    <w:rsid w:val="00F2558C"/>
    <w:rsid w:val="00F25E46"/>
    <w:rsid w:val="00F266DE"/>
    <w:rsid w:val="00F279E5"/>
    <w:rsid w:val="00F308E3"/>
    <w:rsid w:val="00F31C0A"/>
    <w:rsid w:val="00F32720"/>
    <w:rsid w:val="00F32EBD"/>
    <w:rsid w:val="00F33C7A"/>
    <w:rsid w:val="00F366F8"/>
    <w:rsid w:val="00F37460"/>
    <w:rsid w:val="00F4011F"/>
    <w:rsid w:val="00F41025"/>
    <w:rsid w:val="00F41E6A"/>
    <w:rsid w:val="00F42724"/>
    <w:rsid w:val="00F42870"/>
    <w:rsid w:val="00F42BA9"/>
    <w:rsid w:val="00F4439E"/>
    <w:rsid w:val="00F449D9"/>
    <w:rsid w:val="00F44DDE"/>
    <w:rsid w:val="00F44E85"/>
    <w:rsid w:val="00F450CE"/>
    <w:rsid w:val="00F4544B"/>
    <w:rsid w:val="00F517EA"/>
    <w:rsid w:val="00F53DB0"/>
    <w:rsid w:val="00F54083"/>
    <w:rsid w:val="00F558AB"/>
    <w:rsid w:val="00F5767F"/>
    <w:rsid w:val="00F57DC0"/>
    <w:rsid w:val="00F60243"/>
    <w:rsid w:val="00F60CFA"/>
    <w:rsid w:val="00F6176A"/>
    <w:rsid w:val="00F62CBD"/>
    <w:rsid w:val="00F630C6"/>
    <w:rsid w:val="00F6412A"/>
    <w:rsid w:val="00F64588"/>
    <w:rsid w:val="00F64F4F"/>
    <w:rsid w:val="00F6563E"/>
    <w:rsid w:val="00F65B1A"/>
    <w:rsid w:val="00F666EE"/>
    <w:rsid w:val="00F679A8"/>
    <w:rsid w:val="00F67E71"/>
    <w:rsid w:val="00F70961"/>
    <w:rsid w:val="00F70D5A"/>
    <w:rsid w:val="00F710BA"/>
    <w:rsid w:val="00F7136E"/>
    <w:rsid w:val="00F714E6"/>
    <w:rsid w:val="00F730BF"/>
    <w:rsid w:val="00F73E2A"/>
    <w:rsid w:val="00F74274"/>
    <w:rsid w:val="00F817F2"/>
    <w:rsid w:val="00F84FDC"/>
    <w:rsid w:val="00F861D4"/>
    <w:rsid w:val="00F86752"/>
    <w:rsid w:val="00F86873"/>
    <w:rsid w:val="00F86947"/>
    <w:rsid w:val="00F92126"/>
    <w:rsid w:val="00FA10C3"/>
    <w:rsid w:val="00FA2B53"/>
    <w:rsid w:val="00FA3987"/>
    <w:rsid w:val="00FA42FC"/>
    <w:rsid w:val="00FA5140"/>
    <w:rsid w:val="00FA520D"/>
    <w:rsid w:val="00FA5794"/>
    <w:rsid w:val="00FA64D7"/>
    <w:rsid w:val="00FA75BA"/>
    <w:rsid w:val="00FA7A6F"/>
    <w:rsid w:val="00FB123B"/>
    <w:rsid w:val="00FB1638"/>
    <w:rsid w:val="00FB3485"/>
    <w:rsid w:val="00FB3B3D"/>
    <w:rsid w:val="00FB3FC1"/>
    <w:rsid w:val="00FC04EF"/>
    <w:rsid w:val="00FC0525"/>
    <w:rsid w:val="00FC1179"/>
    <w:rsid w:val="00FC1A3E"/>
    <w:rsid w:val="00FC1E4F"/>
    <w:rsid w:val="00FC2119"/>
    <w:rsid w:val="00FC4160"/>
    <w:rsid w:val="00FC4288"/>
    <w:rsid w:val="00FC53F5"/>
    <w:rsid w:val="00FC5485"/>
    <w:rsid w:val="00FC5BC1"/>
    <w:rsid w:val="00FC6D56"/>
    <w:rsid w:val="00FD1032"/>
    <w:rsid w:val="00FD5B46"/>
    <w:rsid w:val="00FE1AC1"/>
    <w:rsid w:val="00FE2D61"/>
    <w:rsid w:val="00FE2F3E"/>
    <w:rsid w:val="00FE566F"/>
    <w:rsid w:val="00FE6CA6"/>
    <w:rsid w:val="00FF183B"/>
    <w:rsid w:val="00FF20A3"/>
    <w:rsid w:val="00FF220F"/>
    <w:rsid w:val="00FF31F0"/>
    <w:rsid w:val="00FF3C62"/>
    <w:rsid w:val="00FF4E53"/>
    <w:rsid w:val="00FF5A26"/>
    <w:rsid w:val="00FF6587"/>
    <w:rsid w:val="00FF6722"/>
    <w:rsid w:val="00FF73AF"/>
    <w:rsid w:val="00FF7735"/>
    <w:rsid w:val="00FF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A7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370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709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370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70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14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177</Words>
  <Characters>1014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brainy</dc:creator>
  <cp:keywords/>
  <dc:description/>
  <cp:lastModifiedBy>user</cp:lastModifiedBy>
  <cp:revision>5</cp:revision>
  <dcterms:created xsi:type="dcterms:W3CDTF">2014-01-21T06:42:00Z</dcterms:created>
  <dcterms:modified xsi:type="dcterms:W3CDTF">2014-01-22T01:44:00Z</dcterms:modified>
</cp:coreProperties>
</file>